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D3" w:rsidRPr="00DE7B10" w:rsidRDefault="000F3DD3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individual de evaluare a competențelor lingvistice </w:t>
      </w:r>
    </w:p>
    <w:p w:rsidR="000F3DD3" w:rsidRPr="00DE7B10" w:rsidRDefault="000F3DD3" w:rsidP="00A84D91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A84D91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>LIMBA ENGLEZĂ</w:t>
      </w:r>
    </w:p>
    <w:p w:rsidR="000F3DD3" w:rsidRPr="00DE7B10" w:rsidRDefault="000F3DD3" w:rsidP="00A84D91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28"/>
          <w:szCs w:val="28"/>
        </w:rPr>
        <w:t>Proba de înțelegere a unui text audiat</w:t>
      </w:r>
    </w:p>
    <w:p w:rsidR="000F3DD3" w:rsidRPr="00DE7B10" w:rsidRDefault="000F3DD3" w:rsidP="00A84D9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2410"/>
        <w:gridCol w:w="5919"/>
      </w:tblGrid>
      <w:tr w:rsidR="000F3DD3" w:rsidRPr="00DE7B10">
        <w:tc>
          <w:tcPr>
            <w:tcW w:w="959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sz w:val="28"/>
                <w:szCs w:val="28"/>
              </w:rPr>
              <w:t>NR. CRT.</w:t>
            </w:r>
          </w:p>
        </w:tc>
        <w:tc>
          <w:tcPr>
            <w:tcW w:w="2410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sz w:val="28"/>
                <w:szCs w:val="28"/>
              </w:rPr>
              <w:t>NR. TEZEI</w:t>
            </w:r>
          </w:p>
        </w:tc>
        <w:tc>
          <w:tcPr>
            <w:tcW w:w="5919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sz w:val="28"/>
                <w:szCs w:val="28"/>
              </w:rPr>
              <w:t>NIVEL (PUNCPAJ)</w:t>
            </w:r>
          </w:p>
        </w:tc>
      </w:tr>
      <w:tr w:rsidR="000F3DD3" w:rsidRPr="00DE7B10">
        <w:tc>
          <w:tcPr>
            <w:tcW w:w="959" w:type="dxa"/>
          </w:tcPr>
          <w:p w:rsidR="000F3DD3" w:rsidRPr="00DE7B10" w:rsidRDefault="000F3DD3" w:rsidP="00B864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c>
          <w:tcPr>
            <w:tcW w:w="959" w:type="dxa"/>
          </w:tcPr>
          <w:p w:rsidR="000F3DD3" w:rsidRPr="00DE7B10" w:rsidRDefault="000F3DD3" w:rsidP="00B864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c>
          <w:tcPr>
            <w:tcW w:w="959" w:type="dxa"/>
          </w:tcPr>
          <w:p w:rsidR="000F3DD3" w:rsidRPr="00DE7B10" w:rsidRDefault="000F3DD3" w:rsidP="00B864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c>
          <w:tcPr>
            <w:tcW w:w="959" w:type="dxa"/>
          </w:tcPr>
          <w:p w:rsidR="000F3DD3" w:rsidRPr="00DE7B10" w:rsidRDefault="000F3DD3" w:rsidP="00B864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c>
          <w:tcPr>
            <w:tcW w:w="959" w:type="dxa"/>
          </w:tcPr>
          <w:p w:rsidR="000F3DD3" w:rsidRPr="00DE7B10" w:rsidRDefault="000F3DD3" w:rsidP="00B864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c>
          <w:tcPr>
            <w:tcW w:w="959" w:type="dxa"/>
          </w:tcPr>
          <w:p w:rsidR="000F3DD3" w:rsidRPr="00DE7B10" w:rsidRDefault="000F3DD3" w:rsidP="00B8640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Pr="00DE7B10" w:rsidRDefault="000F3DD3">
      <w:pPr>
        <w:rPr>
          <w:rFonts w:ascii="Times New Roman" w:hAnsi="Times New Roman" w:cs="Times New Roman"/>
        </w:rPr>
      </w:pPr>
    </w:p>
    <w:p w:rsidR="000F3DD3" w:rsidRPr="00DE7B10" w:rsidRDefault="000F3DD3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>PROFESOR EXAMINATOR,</w:t>
      </w:r>
    </w:p>
    <w:p w:rsidR="000F3DD3" w:rsidRPr="00DE7B10" w:rsidRDefault="000F3DD3" w:rsidP="00A84D91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   __________________________________</w:t>
      </w: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A84D91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final de evaluare a competențelor lingvistice </w:t>
      </w:r>
    </w:p>
    <w:p w:rsidR="000F3DD3" w:rsidRPr="00DE7B10" w:rsidRDefault="000F3DD3" w:rsidP="005D7EA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5D7EA0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>LIMBA ENGLEZĂ</w:t>
      </w:r>
    </w:p>
    <w:p w:rsidR="000F3DD3" w:rsidRPr="00DE7B10" w:rsidRDefault="000F3DD3" w:rsidP="005D7EA0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28"/>
          <w:szCs w:val="28"/>
        </w:rPr>
        <w:t>Proba de înțelegere a unui text audiat</w:t>
      </w:r>
    </w:p>
    <w:p w:rsidR="000F3DD3" w:rsidRPr="00DE7B10" w:rsidRDefault="000F3DD3" w:rsidP="005D7EA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1"/>
        <w:gridCol w:w="2612"/>
        <w:gridCol w:w="2016"/>
        <w:gridCol w:w="2016"/>
        <w:gridCol w:w="2016"/>
      </w:tblGrid>
      <w:tr w:rsidR="000F3DD3" w:rsidRPr="00DE7B10">
        <w:trPr>
          <w:trHeight w:val="907"/>
        </w:trPr>
        <w:tc>
          <w:tcPr>
            <w:tcW w:w="831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NR. CRT.</w:t>
            </w:r>
          </w:p>
        </w:tc>
        <w:tc>
          <w:tcPr>
            <w:tcW w:w="2612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NR. TEZEI</w:t>
            </w:r>
          </w:p>
        </w:tc>
        <w:tc>
          <w:tcPr>
            <w:tcW w:w="2016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1</w:t>
            </w:r>
          </w:p>
        </w:tc>
        <w:tc>
          <w:tcPr>
            <w:tcW w:w="2016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2</w:t>
            </w:r>
          </w:p>
        </w:tc>
        <w:tc>
          <w:tcPr>
            <w:tcW w:w="2016" w:type="dxa"/>
            <w:vAlign w:val="center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NIVEL FINAL</w:t>
            </w:r>
          </w:p>
        </w:tc>
      </w:tr>
      <w:tr w:rsidR="000F3DD3" w:rsidRPr="00DE7B10">
        <w:trPr>
          <w:trHeight w:val="329"/>
        </w:trPr>
        <w:tc>
          <w:tcPr>
            <w:tcW w:w="831" w:type="dxa"/>
          </w:tcPr>
          <w:p w:rsidR="000F3DD3" w:rsidRPr="00DE7B10" w:rsidRDefault="000F3DD3" w:rsidP="00B8640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831" w:type="dxa"/>
          </w:tcPr>
          <w:p w:rsidR="000F3DD3" w:rsidRPr="00DE7B10" w:rsidRDefault="000F3DD3" w:rsidP="00B8640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29"/>
        </w:trPr>
        <w:tc>
          <w:tcPr>
            <w:tcW w:w="831" w:type="dxa"/>
          </w:tcPr>
          <w:p w:rsidR="000F3DD3" w:rsidRPr="00DE7B10" w:rsidRDefault="000F3DD3" w:rsidP="00B8640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29"/>
        </w:trPr>
        <w:tc>
          <w:tcPr>
            <w:tcW w:w="831" w:type="dxa"/>
          </w:tcPr>
          <w:p w:rsidR="000F3DD3" w:rsidRPr="00DE7B10" w:rsidRDefault="000F3DD3" w:rsidP="00B8640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29"/>
        </w:trPr>
        <w:tc>
          <w:tcPr>
            <w:tcW w:w="831" w:type="dxa"/>
          </w:tcPr>
          <w:p w:rsidR="000F3DD3" w:rsidRPr="00DE7B10" w:rsidRDefault="000F3DD3" w:rsidP="00B8640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831" w:type="dxa"/>
          </w:tcPr>
          <w:p w:rsidR="000F3DD3" w:rsidRPr="00DE7B10" w:rsidRDefault="000F3DD3" w:rsidP="00B8640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</w:tcPr>
          <w:p w:rsidR="000F3DD3" w:rsidRPr="00DE7B10" w:rsidRDefault="000F3DD3" w:rsidP="00CB04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>PROFESORI EXAMINATORI,</w:t>
      </w:r>
    </w:p>
    <w:p w:rsidR="000F3DD3" w:rsidRPr="00DE7B10" w:rsidRDefault="000F3DD3" w:rsidP="005D7EA0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   __________________________________</w:t>
      </w:r>
    </w:p>
    <w:p w:rsidR="000F3DD3" w:rsidRPr="00DE7B10" w:rsidRDefault="000F3DD3" w:rsidP="005D7EA0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   __________________________________</w:t>
      </w: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5D7EA0">
      <w:pPr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individual de evaluare a competențelor lingvistice </w:t>
      </w:r>
    </w:p>
    <w:p w:rsidR="000F3DD3" w:rsidRPr="00DE7B10" w:rsidRDefault="000F3DD3" w:rsidP="00A37717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A37717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>LIMBA ENGLEZĂ</w:t>
      </w:r>
    </w:p>
    <w:p w:rsidR="000F3DD3" w:rsidRPr="00DE7B10" w:rsidRDefault="000F3DD3" w:rsidP="00A37717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28"/>
          <w:szCs w:val="28"/>
        </w:rPr>
        <w:t>Proba scrisă</w:t>
      </w:r>
    </w:p>
    <w:p w:rsidR="000F3DD3" w:rsidRPr="00DE7B10" w:rsidRDefault="000F3DD3" w:rsidP="00A3771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4"/>
        <w:gridCol w:w="1704"/>
        <w:gridCol w:w="3420"/>
        <w:gridCol w:w="3420"/>
      </w:tblGrid>
      <w:tr w:rsidR="000F3DD3" w:rsidRPr="00DE7B10">
        <w:tc>
          <w:tcPr>
            <w:tcW w:w="744" w:type="dxa"/>
            <w:vAlign w:val="center"/>
          </w:tcPr>
          <w:p w:rsidR="000F3DD3" w:rsidRPr="00DE7B10" w:rsidRDefault="000F3DD3" w:rsidP="00B8640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Nr. Crt.</w:t>
            </w:r>
          </w:p>
        </w:tc>
        <w:tc>
          <w:tcPr>
            <w:tcW w:w="1704" w:type="dxa"/>
            <w:vAlign w:val="center"/>
          </w:tcPr>
          <w:p w:rsidR="000F3DD3" w:rsidRPr="00DE7B10" w:rsidRDefault="000F3DD3" w:rsidP="00B8640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Ne. Tezei.</w:t>
            </w:r>
          </w:p>
        </w:tc>
        <w:tc>
          <w:tcPr>
            <w:tcW w:w="3420" w:type="dxa"/>
            <w:vAlign w:val="center"/>
          </w:tcPr>
          <w:p w:rsidR="000F3DD3" w:rsidRPr="00DE7B10" w:rsidRDefault="000F3DD3" w:rsidP="00B8640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InTelegerea textului citit</w:t>
            </w:r>
          </w:p>
        </w:tc>
        <w:tc>
          <w:tcPr>
            <w:tcW w:w="3420" w:type="dxa"/>
            <w:vAlign w:val="center"/>
          </w:tcPr>
          <w:p w:rsidR="000F3DD3" w:rsidRPr="00DE7B10" w:rsidRDefault="000F3DD3" w:rsidP="00B8640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Producerea de mesaje scrise</w:t>
            </w:r>
          </w:p>
        </w:tc>
      </w:tr>
      <w:tr w:rsidR="000F3DD3" w:rsidRPr="00DE7B10">
        <w:tc>
          <w:tcPr>
            <w:tcW w:w="744" w:type="dxa"/>
          </w:tcPr>
          <w:p w:rsidR="000F3DD3" w:rsidRPr="00DE7B10" w:rsidRDefault="000F3DD3" w:rsidP="00B8640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DE7B10">
        <w:tc>
          <w:tcPr>
            <w:tcW w:w="744" w:type="dxa"/>
          </w:tcPr>
          <w:p w:rsidR="000F3DD3" w:rsidRPr="00DE7B10" w:rsidRDefault="000F3DD3" w:rsidP="00B8640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DE7B10">
        <w:tc>
          <w:tcPr>
            <w:tcW w:w="744" w:type="dxa"/>
          </w:tcPr>
          <w:p w:rsidR="000F3DD3" w:rsidRPr="00DE7B10" w:rsidRDefault="000F3DD3" w:rsidP="00B8640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DE7B10">
        <w:tc>
          <w:tcPr>
            <w:tcW w:w="744" w:type="dxa"/>
          </w:tcPr>
          <w:p w:rsidR="000F3DD3" w:rsidRPr="00DE7B10" w:rsidRDefault="000F3DD3" w:rsidP="00B8640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DE7B10">
        <w:tc>
          <w:tcPr>
            <w:tcW w:w="744" w:type="dxa"/>
          </w:tcPr>
          <w:p w:rsidR="000F3DD3" w:rsidRPr="00DE7B10" w:rsidRDefault="000F3DD3" w:rsidP="00B8640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DE7B10">
        <w:tc>
          <w:tcPr>
            <w:tcW w:w="744" w:type="dxa"/>
          </w:tcPr>
          <w:p w:rsidR="000F3DD3" w:rsidRPr="00DE7B10" w:rsidRDefault="000F3DD3" w:rsidP="00B86406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0F3DD3" w:rsidRPr="00DE7B10" w:rsidRDefault="000F3DD3" w:rsidP="00CB04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63142C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>PROFESORI EXAMINATORI,</w:t>
      </w:r>
    </w:p>
    <w:p w:rsidR="000F3DD3" w:rsidRPr="00DE7B10" w:rsidRDefault="000F3DD3" w:rsidP="0063142C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   __________________________________</w:t>
      </w: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37717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B042BB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final de evaluare a competențelor lingvistice </w:t>
      </w:r>
    </w:p>
    <w:p w:rsidR="000F3DD3" w:rsidRPr="00DE7B10" w:rsidRDefault="000F3DD3" w:rsidP="00B04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B042BB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>LIMBA FRANCEZA</w:t>
      </w:r>
    </w:p>
    <w:p w:rsidR="000F3DD3" w:rsidRPr="00DE7B10" w:rsidRDefault="000F3DD3" w:rsidP="00B04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28"/>
          <w:szCs w:val="28"/>
        </w:rPr>
        <w:t>Proba scrisa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9"/>
        <w:gridCol w:w="1045"/>
        <w:gridCol w:w="1324"/>
        <w:gridCol w:w="1440"/>
        <w:gridCol w:w="1440"/>
        <w:gridCol w:w="1440"/>
        <w:gridCol w:w="2340"/>
      </w:tblGrid>
      <w:tr w:rsidR="000F3DD3" w:rsidRPr="00DE7B10">
        <w:trPr>
          <w:trHeight w:val="907"/>
        </w:trPr>
        <w:tc>
          <w:tcPr>
            <w:tcW w:w="799" w:type="dxa"/>
            <w:vMerge w:val="restart"/>
            <w:vAlign w:val="center"/>
          </w:tcPr>
          <w:p w:rsidR="000F3DD3" w:rsidRPr="00DE7B10" w:rsidRDefault="000F3DD3" w:rsidP="00DA173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NR. CRT.</w:t>
            </w:r>
          </w:p>
        </w:tc>
        <w:tc>
          <w:tcPr>
            <w:tcW w:w="1045" w:type="dxa"/>
            <w:vMerge w:val="restart"/>
            <w:vAlign w:val="center"/>
          </w:tcPr>
          <w:p w:rsidR="000F3DD3" w:rsidRPr="00DE7B10" w:rsidRDefault="000F3DD3" w:rsidP="00DA173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NR. TEZEI</w:t>
            </w:r>
          </w:p>
        </w:tc>
        <w:tc>
          <w:tcPr>
            <w:tcW w:w="2764" w:type="dxa"/>
            <w:gridSpan w:val="2"/>
            <w:vAlign w:val="center"/>
          </w:tcPr>
          <w:p w:rsidR="000F3DD3" w:rsidRPr="00DE7B10" w:rsidRDefault="000F3DD3" w:rsidP="00DA173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1</w:t>
            </w:r>
          </w:p>
        </w:tc>
        <w:tc>
          <w:tcPr>
            <w:tcW w:w="2880" w:type="dxa"/>
            <w:gridSpan w:val="2"/>
            <w:vAlign w:val="center"/>
          </w:tcPr>
          <w:p w:rsidR="000F3DD3" w:rsidRPr="00DE7B10" w:rsidRDefault="000F3DD3" w:rsidP="00DA173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2</w:t>
            </w:r>
          </w:p>
        </w:tc>
        <w:tc>
          <w:tcPr>
            <w:tcW w:w="2340" w:type="dxa"/>
            <w:vMerge w:val="restart"/>
            <w:vAlign w:val="center"/>
          </w:tcPr>
          <w:p w:rsidR="000F3DD3" w:rsidRPr="00DE7B10" w:rsidRDefault="000F3DD3" w:rsidP="00DA173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DE7B10">
              <w:rPr>
                <w:rFonts w:ascii="Times New Roman" w:hAnsi="Times New Roman" w:cs="Times New Roman"/>
                <w:caps/>
                <w:sz w:val="24"/>
                <w:szCs w:val="24"/>
              </w:rPr>
              <w:t>NIVEL FINAL</w:t>
            </w:r>
          </w:p>
        </w:tc>
      </w:tr>
      <w:tr w:rsidR="000F3DD3" w:rsidRPr="00DE7B10">
        <w:trPr>
          <w:trHeight w:val="329"/>
        </w:trPr>
        <w:tc>
          <w:tcPr>
            <w:tcW w:w="799" w:type="dxa"/>
            <w:vMerge/>
          </w:tcPr>
          <w:p w:rsidR="000F3DD3" w:rsidRPr="00DE7B10" w:rsidRDefault="000F3DD3" w:rsidP="00AF70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vMerge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sz w:val="24"/>
                <w:szCs w:val="24"/>
              </w:rPr>
              <w:t>Intelegerea textului citit</w:t>
            </w: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sz w:val="24"/>
                <w:szCs w:val="24"/>
              </w:rPr>
              <w:t>Producerea de mesaje scrise</w:t>
            </w: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sz w:val="24"/>
                <w:szCs w:val="24"/>
              </w:rPr>
              <w:t>Intelegerea textului citit</w:t>
            </w: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sz w:val="24"/>
                <w:szCs w:val="24"/>
              </w:rPr>
              <w:t>Producerea de mesaje scrise</w:t>
            </w:r>
          </w:p>
        </w:tc>
        <w:tc>
          <w:tcPr>
            <w:tcW w:w="2340" w:type="dxa"/>
            <w:vMerge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29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29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29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4"/>
        </w:trPr>
        <w:tc>
          <w:tcPr>
            <w:tcW w:w="799" w:type="dxa"/>
          </w:tcPr>
          <w:p w:rsidR="000F3DD3" w:rsidRPr="00DE7B10" w:rsidRDefault="000F3DD3" w:rsidP="00AF703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DA17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Pr="00DE7B10" w:rsidRDefault="000F3DD3" w:rsidP="00B042BB">
      <w:pPr>
        <w:rPr>
          <w:rFonts w:ascii="Times New Roman" w:hAnsi="Times New Roman" w:cs="Times New Roman"/>
        </w:rPr>
      </w:pPr>
    </w:p>
    <w:p w:rsidR="000F3DD3" w:rsidRPr="00DE7B10" w:rsidRDefault="000F3DD3" w:rsidP="00B042BB">
      <w:pPr>
        <w:rPr>
          <w:rFonts w:ascii="Times New Roman" w:hAnsi="Times New Roman" w:cs="Times New Roman"/>
        </w:rPr>
      </w:pPr>
    </w:p>
    <w:p w:rsidR="000F3DD3" w:rsidRPr="00DE7B10" w:rsidRDefault="000F3DD3" w:rsidP="00B042BB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>PROFESORI EXAMINATORI,</w:t>
      </w:r>
    </w:p>
    <w:p w:rsidR="000F3DD3" w:rsidRPr="00DE7B10" w:rsidRDefault="000F3DD3" w:rsidP="00B042BB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   __________________________________</w:t>
      </w:r>
    </w:p>
    <w:p w:rsidR="000F3DD3" w:rsidRPr="00DE7B10" w:rsidRDefault="000F3DD3" w:rsidP="00AF7031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   __________________________________</w:t>
      </w:r>
    </w:p>
    <w:p w:rsidR="000F3DD3" w:rsidRPr="00DE7B10" w:rsidRDefault="000F3DD3" w:rsidP="00AF7031">
      <w:pPr>
        <w:rPr>
          <w:rFonts w:ascii="Times New Roman" w:hAnsi="Times New Roman" w:cs="Times New Roman"/>
        </w:rPr>
        <w:sectPr w:rsidR="000F3DD3" w:rsidRPr="00DE7B10" w:rsidSect="00154310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F3DD3" w:rsidRPr="00DE7B10" w:rsidRDefault="000F3DD3" w:rsidP="00DE7B10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individual de evaluare a competențelor lingvistice </w:t>
      </w:r>
    </w:p>
    <w:p w:rsidR="000F3DD3" w:rsidRPr="00DE7B10" w:rsidRDefault="000F3DD3" w:rsidP="00DE7B1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DE7B1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E7B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Proba </w:t>
      </w:r>
      <w:r w:rsidRPr="00534A43"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>orală</w:t>
      </w:r>
    </w:p>
    <w:p w:rsidR="000F3DD3" w:rsidRPr="00815D36" w:rsidRDefault="000F3DD3" w:rsidP="00815D36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1 -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ENGLEZA</w:t>
      </w:r>
    </w:p>
    <w:tbl>
      <w:tblPr>
        <w:tblW w:w="14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6032"/>
        <w:gridCol w:w="3600"/>
        <w:gridCol w:w="3786"/>
      </w:tblGrid>
      <w:tr w:rsidR="000F3DD3" w:rsidRPr="00DE7B10">
        <w:trPr>
          <w:trHeight w:val="932"/>
        </w:trPr>
        <w:tc>
          <w:tcPr>
            <w:tcW w:w="1276" w:type="dxa"/>
            <w:vAlign w:val="center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Nr. Crt.</w:t>
            </w:r>
          </w:p>
        </w:tc>
        <w:tc>
          <w:tcPr>
            <w:tcW w:w="6032" w:type="dxa"/>
            <w:vAlign w:val="center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numele si prenumele elevului</w:t>
            </w:r>
          </w:p>
        </w:tc>
        <w:tc>
          <w:tcPr>
            <w:tcW w:w="3600" w:type="dxa"/>
            <w:vAlign w:val="center"/>
          </w:tcPr>
          <w:p w:rsidR="000F3DD3" w:rsidRPr="00DE7B10" w:rsidRDefault="000F3DD3" w:rsidP="004C7EC8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Producerea mesajelor orale</w:t>
            </w:r>
          </w:p>
        </w:tc>
        <w:tc>
          <w:tcPr>
            <w:tcW w:w="3786" w:type="dxa"/>
          </w:tcPr>
          <w:p w:rsidR="000F3DD3" w:rsidRPr="00DE7B10" w:rsidRDefault="000F3DD3" w:rsidP="00DE7B1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Interacţiunea orală</w:t>
            </w:r>
          </w:p>
          <w:p w:rsidR="000F3DD3" w:rsidRPr="00DE7B10" w:rsidRDefault="000F3DD3" w:rsidP="00DE7B10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(Participare la conversaţie)</w:t>
            </w: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ACATRINEI L. LIVIA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AGHION I. FLORIN  LUCIAN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AGHIRCULESEI V. IOSIF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ANBROZI D. ANDREI DANIEL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ANDREI I. IONUȚ NICOLAE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ARINTON G. IONUȚ ALEXANDRU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AXINTE M. ANDREEA MIHAELA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BAIAS V.N. ANTONIO CRISTIAN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BEJAN G. PAUL MARIAN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BICA C. DIANA ALINA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BÎLU S SIMONA ALEXANDRA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BUSUIOC G. LIVIU GHEORGHE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CĂLIN V. IONUŢ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CHIRIAC V. MIHAELA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CHIRILUȘ I. CLAUDIU IULIAN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CIOBANU S.O. ANDREI CĂTĂLIN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COBZARU P. GABRIEL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COCHIOR E. MONICA MĂDĂLINA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COCHIORCA G. IONEL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COSFERENȚ F. MARIANA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DĂMOC N. NECULAI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DIACONU N. ȘTEFAN IULIAN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DROBOTĂ V. CRISTIAN VIOREL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FLEȘCAN V. MĂDĂLIN CONSTANTIN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GHELBERE C. MARIA ȘTEFANIA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GHERASIMOAE M. NECULAI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GHERGHEL I. FLORIN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HENTEŞ I. PAULA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HERGHELEGIU I. OANA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HÎRȚESCU D. ADINA MARIA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HULUBA D.D. ȘTEFAN VLAD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IFRIM I. ȘTEFAN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ILISEI G. GHIORGHIȚĂ ADRIAN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MANEA V. MĂDĂLIN CONSTANTIN</w:t>
            </w:r>
          </w:p>
        </w:tc>
        <w:tc>
          <w:tcPr>
            <w:tcW w:w="3600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3DD3" w:rsidRPr="00DE7B10" w:rsidRDefault="000F3DD3" w:rsidP="004C7EC8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4C7EC8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815D36">
      <w:pPr>
        <w:ind w:left="708"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 EXAMINATOR,</w:t>
      </w:r>
    </w:p>
    <w:p w:rsidR="000F3DD3" w:rsidRPr="00DE7B10" w:rsidRDefault="000F3DD3" w:rsidP="00815D36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__________________________________</w:t>
      </w:r>
    </w:p>
    <w:p w:rsidR="000F3DD3" w:rsidRPr="00DE7B10" w:rsidRDefault="000F3DD3" w:rsidP="004C7EC8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AF7031">
      <w:pPr>
        <w:rPr>
          <w:rFonts w:ascii="Times New Roman" w:hAnsi="Times New Roman" w:cs="Times New Roman"/>
        </w:rPr>
      </w:pPr>
    </w:p>
    <w:p w:rsidR="000F3DD3" w:rsidRPr="00DE7B10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Pr="00DE7B10" w:rsidRDefault="000F3DD3" w:rsidP="00534A43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final de evaluare a competențelor lingvistice </w:t>
      </w:r>
    </w:p>
    <w:p w:rsidR="000F3DD3" w:rsidRPr="00DE7B10" w:rsidRDefault="000F3DD3" w:rsidP="00534A43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534A43" w:rsidRDefault="000F3DD3" w:rsidP="00534A4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4A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Proba ORALA</w:t>
      </w:r>
    </w:p>
    <w:p w:rsidR="000F3DD3" w:rsidRPr="00DE7B10" w:rsidRDefault="000F3DD3" w:rsidP="00534A43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1 -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ENGLEZA</w:t>
      </w: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600"/>
        <w:gridCol w:w="2160"/>
        <w:gridCol w:w="2520"/>
        <w:gridCol w:w="2160"/>
        <w:gridCol w:w="2340"/>
        <w:gridCol w:w="720"/>
        <w:gridCol w:w="720"/>
      </w:tblGrid>
      <w:tr w:rsidR="000F3DD3" w:rsidRPr="00534A43">
        <w:trPr>
          <w:trHeight w:val="917"/>
        </w:trPr>
        <w:tc>
          <w:tcPr>
            <w:tcW w:w="648" w:type="dxa"/>
            <w:vMerge w:val="restart"/>
            <w:vAlign w:val="center"/>
          </w:tcPr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NR. CRT</w:t>
            </w:r>
          </w:p>
        </w:tc>
        <w:tc>
          <w:tcPr>
            <w:tcW w:w="3600" w:type="dxa"/>
            <w:vMerge w:val="restart"/>
            <w:vAlign w:val="center"/>
          </w:tcPr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numele si prenumele</w:t>
            </w:r>
          </w:p>
        </w:tc>
        <w:tc>
          <w:tcPr>
            <w:tcW w:w="4680" w:type="dxa"/>
            <w:gridSpan w:val="2"/>
            <w:vAlign w:val="center"/>
          </w:tcPr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1</w:t>
            </w:r>
          </w:p>
        </w:tc>
        <w:tc>
          <w:tcPr>
            <w:tcW w:w="4500" w:type="dxa"/>
            <w:gridSpan w:val="2"/>
            <w:vAlign w:val="center"/>
          </w:tcPr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2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NIVEL FINAL</w:t>
            </w:r>
          </w:p>
        </w:tc>
      </w:tr>
      <w:tr w:rsidR="000F3DD3" w:rsidRPr="00DE7B10">
        <w:trPr>
          <w:trHeight w:val="333"/>
        </w:trPr>
        <w:tc>
          <w:tcPr>
            <w:tcW w:w="648" w:type="dxa"/>
            <w:vMerge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3DD3" w:rsidRPr="00534A43" w:rsidRDefault="000F3DD3" w:rsidP="00534A43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520" w:type="dxa"/>
          </w:tcPr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2160" w:type="dxa"/>
            <w:vAlign w:val="center"/>
          </w:tcPr>
          <w:p w:rsidR="000F3DD3" w:rsidRPr="00534A43" w:rsidRDefault="000F3DD3" w:rsidP="00534A43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340" w:type="dxa"/>
          </w:tcPr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1440" w:type="dxa"/>
            <w:gridSpan w:val="2"/>
            <w:vMerge/>
          </w:tcPr>
          <w:p w:rsidR="000F3DD3" w:rsidRPr="00534A43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ACATRINEI L. LIVIA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AGHION I. FLORIN  LUCIAN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AGHIRCULESEI V. IOSIF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ANBROZI D. ANDREI DANIEL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ANDREI I. IONUȚ NICOLAE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ARINTON G. IONUȚ ALEXANDRU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AXINTE M. ANDREEA MIHAELA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BAIAS V.N. ANTONIO CRISTIAN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BEJAN G. PAUL MARIAN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BICA C. DIANA ALINA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BÎLU S SIMONA ALEXANDRA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BUSUIOC G. LIVIU GHEORGHE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CĂLIN V. IONUŢ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CHIRIAC V. MIHAELA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CHIRILUȘ I. CLAUDIU IULIAN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CIOBANU S.O. ANDREI CĂTĂLIN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COBZARU P. GABRIEL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COCHIOR E. MONICA MĂDĂLINA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COCHIORCA G. IONEL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COSFERENȚ F. MARIANA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DĂMOC N. NECULAI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DIACONU N. ȘTEFAN IULIAN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DROBOTĂ V. CRISTIAN VIOREL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FLEȘCAN V. MĂDĂLIN CONSTANTIN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GHELBERE C. MARIA ȘTEFANIA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GHERASIMOAE M. NECULAI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GHERGHEL I. FLORIN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HENTEŞ I. PAULA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HERGHELEGIU I. OANA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HÎRȚESCU D. ADINA MARIA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HULUBA D.D. ȘTEFAN VLAD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IFRIM I. ȘTEFAN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ILISEI G. GHIORGHIȚĂ ADRIAN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815D3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center"/>
          </w:tcPr>
          <w:p w:rsidR="000F3DD3" w:rsidRPr="00815D36" w:rsidRDefault="000F3DD3" w:rsidP="00815D36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MANEA V. MĂDĂLIN CONSTANTIN</w:t>
            </w: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Pr="00DE7B10" w:rsidRDefault="000F3DD3" w:rsidP="00815D36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 xml:space="preserve"> EXAMINATOR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>,</w:t>
      </w:r>
    </w:p>
    <w:p w:rsidR="000F3DD3" w:rsidRDefault="000F3DD3" w:rsidP="00815D36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1) </w:t>
      </w:r>
      <w:r w:rsidRPr="00DE7B10">
        <w:rPr>
          <w:rFonts w:ascii="Times New Roman" w:hAnsi="Times New Roman" w:cs="Times New Roman"/>
        </w:rPr>
        <w:t xml:space="preserve"> __________________________________</w:t>
      </w:r>
    </w:p>
    <w:p w:rsidR="000F3DD3" w:rsidRDefault="000F3DD3" w:rsidP="00815D36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2) </w:t>
      </w:r>
      <w:r w:rsidRPr="00DE7B10">
        <w:rPr>
          <w:rFonts w:ascii="Times New Roman" w:hAnsi="Times New Roman" w:cs="Times New Roman"/>
        </w:rPr>
        <w:t>__________________________________</w:t>
      </w: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Pr="00DE7B10" w:rsidRDefault="000F3DD3" w:rsidP="00815D36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individual de evaluare a competențelor lingvistice </w:t>
      </w:r>
    </w:p>
    <w:p w:rsidR="000F3DD3" w:rsidRPr="00DE7B10" w:rsidRDefault="000F3DD3" w:rsidP="00815D3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815D36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E7B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Proba </w:t>
      </w:r>
      <w:r w:rsidRPr="00534A43"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>orală</w:t>
      </w:r>
    </w:p>
    <w:p w:rsidR="000F3DD3" w:rsidRPr="00815D36" w:rsidRDefault="000F3DD3" w:rsidP="00815D36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2 -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ENGLEZA</w:t>
      </w:r>
    </w:p>
    <w:tbl>
      <w:tblPr>
        <w:tblW w:w="14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6032"/>
        <w:gridCol w:w="3600"/>
        <w:gridCol w:w="3786"/>
      </w:tblGrid>
      <w:tr w:rsidR="000F3DD3" w:rsidRPr="00DE7B10">
        <w:trPr>
          <w:trHeight w:val="932"/>
        </w:trPr>
        <w:tc>
          <w:tcPr>
            <w:tcW w:w="1276" w:type="dxa"/>
            <w:vAlign w:val="center"/>
          </w:tcPr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Nr. Crt.</w:t>
            </w:r>
          </w:p>
        </w:tc>
        <w:tc>
          <w:tcPr>
            <w:tcW w:w="6032" w:type="dxa"/>
            <w:vAlign w:val="center"/>
          </w:tcPr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numele si prenumele elevului</w:t>
            </w:r>
          </w:p>
        </w:tc>
        <w:tc>
          <w:tcPr>
            <w:tcW w:w="3600" w:type="dxa"/>
            <w:vAlign w:val="center"/>
          </w:tcPr>
          <w:p w:rsidR="000F3DD3" w:rsidRPr="00DE7B10" w:rsidRDefault="000F3DD3" w:rsidP="002D1013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Producerea mesajelor orale</w:t>
            </w:r>
          </w:p>
        </w:tc>
        <w:tc>
          <w:tcPr>
            <w:tcW w:w="3786" w:type="dxa"/>
          </w:tcPr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Interacţiunea orală</w:t>
            </w:r>
          </w:p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(Participare la conversaţie)</w:t>
            </w:r>
          </w:p>
        </w:tc>
      </w:tr>
      <w:tr w:rsidR="000F3DD3" w:rsidRPr="00815D36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ACONSTANTINESEI M. DANIEL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APETRII M. MIHAI CRISTIAN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ARDELEANU D. ANDREI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BADARIC P.I. BOGDAN IONUȚ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BADARIC P.I. ELENA IZABELA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BALINT I. MARIUS ADRIAN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BÂRGĂUANU V.A. VLAD FLORIN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BÂRSAN I. ANA CAMELIA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BENCHEA A. LEONARD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BEȚA F. GABRIEL ANDREI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BEZĂRĂU I. IOANA DENISA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BOBÂRNAC M. MIHAI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BOTEZATU D. RADU ALEXANDRU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BUCĂTARU C.V. CLAUDIU ANDREI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BUDĂU-PETREA E. SERGIU ALEXIE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BULAI P. CRISTINA MARIA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BUZDEA M. ALEXANDRA DANIELA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CÂTEA P. SERGIU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CEPREAGA I. BOGDAN IONUȚ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CHIORCEA V. PAULA MARIA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CHIPER M. ANA MIHAELA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CHIRIȚĂ S. ALEXANDRA ANCUȚA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CIMPOEȘU V.I. MĂDĂLINA ELENA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COLEA G. IONUȚ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COZMA C. ALIN GABRIEL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CRĂCIUN V. ADRIAN VASILE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CUCOȘ N. MIRELA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CUCU S.C. RAREȘ ALEXANDRU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CURCUDEL V. ALEXANDRU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DARAGIU E. IONEL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DIAC C. ȘTEFAN ALEXANDRU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DRAGOMIR V. DANIEL MARIAN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DUCA I. ELENA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DUMITRAȘC E.D. IOANA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ELISEI S. VLAD ȘTEFAN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ESCU D. COSMIN MITRUȚ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FRUNZĂ G. IOAN CRISTIAN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GABOR I. DANIELA ALEXANDRA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F3DD3" w:rsidRDefault="000F3DD3" w:rsidP="00815D36">
      <w:pPr>
        <w:rPr>
          <w:rFonts w:ascii="Times New Roman" w:hAnsi="Times New Roman" w:cs="Times New Roman"/>
        </w:rPr>
      </w:pPr>
    </w:p>
    <w:p w:rsidR="000F3DD3" w:rsidRPr="00DE7B10" w:rsidRDefault="000F3DD3" w:rsidP="009D4451">
      <w:pPr>
        <w:ind w:left="708"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 EXAMINATOR,</w:t>
      </w:r>
    </w:p>
    <w:p w:rsidR="000F3DD3" w:rsidRPr="00DE7B10" w:rsidRDefault="000F3DD3" w:rsidP="009D4451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__________________________________</w:t>
      </w: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Pr="00DE7B10" w:rsidRDefault="000F3DD3" w:rsidP="009D4451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final de evaluare a competențelor lingvistice </w:t>
      </w:r>
    </w:p>
    <w:p w:rsidR="000F3DD3" w:rsidRPr="00DE7B10" w:rsidRDefault="000F3DD3" w:rsidP="009D4451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534A43" w:rsidRDefault="000F3DD3" w:rsidP="009D445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4A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Proba ORALA</w:t>
      </w:r>
    </w:p>
    <w:p w:rsidR="000F3DD3" w:rsidRPr="00DE7B10" w:rsidRDefault="000F3DD3" w:rsidP="009D4451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2 -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ENGLEZA</w:t>
      </w: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600"/>
        <w:gridCol w:w="2160"/>
        <w:gridCol w:w="2520"/>
        <w:gridCol w:w="2160"/>
        <w:gridCol w:w="2340"/>
        <w:gridCol w:w="720"/>
        <w:gridCol w:w="720"/>
      </w:tblGrid>
      <w:tr w:rsidR="000F3DD3" w:rsidRPr="00534A43">
        <w:trPr>
          <w:trHeight w:val="917"/>
        </w:trPr>
        <w:tc>
          <w:tcPr>
            <w:tcW w:w="648" w:type="dxa"/>
            <w:vMerge w:val="restart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NR. CRT</w:t>
            </w:r>
          </w:p>
        </w:tc>
        <w:tc>
          <w:tcPr>
            <w:tcW w:w="3600" w:type="dxa"/>
            <w:vMerge w:val="restart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numele si prenumele</w:t>
            </w:r>
          </w:p>
        </w:tc>
        <w:tc>
          <w:tcPr>
            <w:tcW w:w="4680" w:type="dxa"/>
            <w:gridSpan w:val="2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1</w:t>
            </w:r>
          </w:p>
        </w:tc>
        <w:tc>
          <w:tcPr>
            <w:tcW w:w="4500" w:type="dxa"/>
            <w:gridSpan w:val="2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2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NIVEL FINAL</w:t>
            </w:r>
          </w:p>
        </w:tc>
      </w:tr>
      <w:tr w:rsidR="000F3DD3" w:rsidRPr="00DE7B10">
        <w:trPr>
          <w:trHeight w:val="333"/>
        </w:trPr>
        <w:tc>
          <w:tcPr>
            <w:tcW w:w="648" w:type="dxa"/>
            <w:vMerge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3DD3" w:rsidRPr="00534A43" w:rsidRDefault="000F3DD3" w:rsidP="002D1013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520" w:type="dxa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2160" w:type="dxa"/>
            <w:vAlign w:val="center"/>
          </w:tcPr>
          <w:p w:rsidR="000F3DD3" w:rsidRPr="00534A43" w:rsidRDefault="000F3DD3" w:rsidP="002D1013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340" w:type="dxa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1440" w:type="dxa"/>
            <w:gridSpan w:val="2"/>
            <w:vMerge/>
          </w:tcPr>
          <w:p w:rsidR="000F3DD3" w:rsidRPr="00534A43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ACONSTANTINESEI M. DANIEL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APETRII M. MIHAI CRISTIAN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ARDELEANU D. ANDREI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BADARIC P.I. BOGDAN IONUȚ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BADARIC P.I. ELENA IZABELA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BALINT I. MARIUS ADRIAN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BÂRGĂUANU V.A. VLAD FLORIN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BÂRSAN I. ANA CAMELIA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BENCHEA A. LEONARD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BEȚA F. GABRIEL ANDREI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BEZĂRĂU I. IOANA DENISA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BOBÂRNAC M. MIHAI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669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BOTEZATU D. RADU ALEXANDRU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BUCĂTARU C.V. CLAUDIU ANDREI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BUDĂU-PETREA E. SERGIU ALEXIE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BULAI P. CRISTINA MARIA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BUZDEA M. ALEXANDRA DANIELA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CÂTEA P. SERGIU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CEPREAGA I. BOGDAN IONUȚ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CHIORCEA V. PAULA MARIA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CHIPER M. ANA MIHAELA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CHIRIȚĂ S. ALEXANDRA ANCUȚA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CIMPOEȘU V.I. MĂDĂLINA ELENA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COLEA G. IONUȚ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COZMA C. ALIN GABRIEL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CRĂCIUN V. ADRIAN VASILE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CUCOȘ N. MIRELA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CUCU S.C. RAREȘ ALEXANDRU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CURCUDEL V. ALEXANDRU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DARAGIU E. IONEL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DIAC C. ȘTEFAN ALEXANDRU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DRAGOMIR V. DANIEL MARIAN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DUCA I. ELENA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DUMITRAȘC E.D. IOANA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ELISEI S. VLAD ȘTEFAN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ESCU D. COSMIN MITRUȚ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FRUNZĂ G. IOAN CRISTIAN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Times New Roman" w:hAnsi="Times New Roman" w:cs="Times New Roman"/>
              </w:rPr>
            </w:pPr>
            <w:r w:rsidRPr="00815D36">
              <w:rPr>
                <w:rFonts w:ascii="Times New Roman" w:hAnsi="Times New Roman" w:cs="Times New Roman"/>
              </w:rPr>
              <w:t>GABOR I. DANIELA ALEXANDRA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Default="000F3DD3" w:rsidP="00AF7031">
      <w:pPr>
        <w:rPr>
          <w:rFonts w:ascii="Times New Roman" w:hAnsi="Times New Roman" w:cs="Times New Roman"/>
        </w:rPr>
      </w:pPr>
    </w:p>
    <w:p w:rsidR="000F3DD3" w:rsidRPr="00DE7B10" w:rsidRDefault="000F3DD3" w:rsidP="009D4451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 xml:space="preserve"> EXAMINATOR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>,</w:t>
      </w:r>
    </w:p>
    <w:p w:rsidR="000F3DD3" w:rsidRDefault="000F3DD3" w:rsidP="009D4451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1) </w:t>
      </w:r>
      <w:r w:rsidRPr="00DE7B10">
        <w:rPr>
          <w:rFonts w:ascii="Times New Roman" w:hAnsi="Times New Roman" w:cs="Times New Roman"/>
        </w:rPr>
        <w:t xml:space="preserve"> __________________________________</w:t>
      </w:r>
    </w:p>
    <w:p w:rsidR="000F3DD3" w:rsidRDefault="000F3DD3" w:rsidP="009D4451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2) </w:t>
      </w:r>
      <w:r w:rsidRPr="00DE7B10">
        <w:rPr>
          <w:rFonts w:ascii="Times New Roman" w:hAnsi="Times New Roman" w:cs="Times New Roman"/>
        </w:rPr>
        <w:t>__________________________________</w:t>
      </w:r>
    </w:p>
    <w:p w:rsidR="000F3DD3" w:rsidRPr="00DE7B10" w:rsidRDefault="000F3DD3" w:rsidP="009D4451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individual de evaluare a competențelor lingvistice </w:t>
      </w:r>
    </w:p>
    <w:p w:rsidR="000F3DD3" w:rsidRPr="00DE7B10" w:rsidRDefault="000F3DD3" w:rsidP="009D445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9D4451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E7B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Proba </w:t>
      </w:r>
      <w:r w:rsidRPr="00534A43"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>orală</w:t>
      </w:r>
    </w:p>
    <w:p w:rsidR="000F3DD3" w:rsidRPr="00815D36" w:rsidRDefault="000F3DD3" w:rsidP="009D4451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3 -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ENGLEZA</w:t>
      </w:r>
    </w:p>
    <w:tbl>
      <w:tblPr>
        <w:tblW w:w="14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6032"/>
        <w:gridCol w:w="3600"/>
        <w:gridCol w:w="3786"/>
      </w:tblGrid>
      <w:tr w:rsidR="000F3DD3" w:rsidRPr="00DE7B10">
        <w:trPr>
          <w:trHeight w:val="932"/>
        </w:trPr>
        <w:tc>
          <w:tcPr>
            <w:tcW w:w="1276" w:type="dxa"/>
            <w:vAlign w:val="center"/>
          </w:tcPr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Nr. Crt.</w:t>
            </w:r>
          </w:p>
        </w:tc>
        <w:tc>
          <w:tcPr>
            <w:tcW w:w="6032" w:type="dxa"/>
            <w:vAlign w:val="center"/>
          </w:tcPr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numele si prenumele elevului</w:t>
            </w:r>
          </w:p>
        </w:tc>
        <w:tc>
          <w:tcPr>
            <w:tcW w:w="3600" w:type="dxa"/>
            <w:vAlign w:val="center"/>
          </w:tcPr>
          <w:p w:rsidR="000F3DD3" w:rsidRPr="00DE7B10" w:rsidRDefault="000F3DD3" w:rsidP="002D1013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Producerea mesajelor orale</w:t>
            </w:r>
          </w:p>
        </w:tc>
        <w:tc>
          <w:tcPr>
            <w:tcW w:w="3786" w:type="dxa"/>
          </w:tcPr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Interacţiunea orală</w:t>
            </w:r>
          </w:p>
          <w:p w:rsidR="000F3DD3" w:rsidRPr="00DE7B10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(Participare la conversaţie)</w:t>
            </w:r>
          </w:p>
        </w:tc>
      </w:tr>
      <w:tr w:rsidR="000F3DD3" w:rsidRPr="00815D36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ARHIP N. NICOLAE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BOANŢĂ R CLARA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BOGHIAN G. DANIEL GHEORGHE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BOGHIAN G. ION RĂZVAN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COCARCEA I. SERGIU ȘTEFAN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CONDREA C. CONSTANTIN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DABIJA V.C. VASILE RĂZVAN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DIUMEA M IONUŢ GABRIEL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FILIP S. CARMEN MARLENA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FILIP S. MARIAN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FUNARU I. ANDREI IONUȚ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GHEȚA I. IONUȚ TONI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IFTIME I IOAN ALEXANDRU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JITARU S. MIHAI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MARIAN I. ADINA CARMEN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MIHAI V IONUŢ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MUNTEANU M. IOAN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NEAGU N. NECULAI DAN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OCHEANĂ F FLORIN ADRIAN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PALĂR G. GHEORGHE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PITICA I. BOGDAN IOSIF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TIMARU C. ANDREI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PUIU T. CIPRIAN MIHAI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PUŞCUŢĂ V. ALINA NICOLETA</w:t>
            </w:r>
          </w:p>
        </w:tc>
        <w:tc>
          <w:tcPr>
            <w:tcW w:w="3600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F3DD3" w:rsidRDefault="000F3DD3" w:rsidP="00534A4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0F3DD3" w:rsidRPr="00DE7B10" w:rsidRDefault="000F3DD3" w:rsidP="009D4451">
      <w:pPr>
        <w:ind w:left="708"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 EXAMINATOR,</w:t>
      </w:r>
    </w:p>
    <w:p w:rsidR="000F3DD3" w:rsidRPr="00DE7B10" w:rsidRDefault="000F3DD3" w:rsidP="009D4451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__________________________________</w:t>
      </w:r>
    </w:p>
    <w:p w:rsidR="000F3DD3" w:rsidRDefault="000F3DD3" w:rsidP="009D4451">
      <w:pPr>
        <w:rPr>
          <w:rFonts w:ascii="Times New Roman" w:hAnsi="Times New Roman" w:cs="Times New Roman"/>
        </w:rPr>
      </w:pPr>
    </w:p>
    <w:p w:rsidR="000F3DD3" w:rsidRDefault="000F3DD3" w:rsidP="009D4451">
      <w:pPr>
        <w:rPr>
          <w:rFonts w:ascii="Times New Roman" w:hAnsi="Times New Roman" w:cs="Times New Roman"/>
        </w:rPr>
      </w:pPr>
    </w:p>
    <w:p w:rsidR="000F3DD3" w:rsidRDefault="000F3DD3" w:rsidP="009D4451">
      <w:pPr>
        <w:rPr>
          <w:rFonts w:ascii="Times New Roman" w:hAnsi="Times New Roman" w:cs="Times New Roman"/>
        </w:rPr>
      </w:pPr>
    </w:p>
    <w:p w:rsidR="000F3DD3" w:rsidRDefault="000F3DD3" w:rsidP="00534A4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0F3DD3" w:rsidRPr="00DE7B10" w:rsidRDefault="000F3DD3" w:rsidP="009D4451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final de evaluare a competențelor lingvistice </w:t>
      </w:r>
    </w:p>
    <w:p w:rsidR="000F3DD3" w:rsidRPr="00DE7B10" w:rsidRDefault="000F3DD3" w:rsidP="009D4451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534A43" w:rsidRDefault="000F3DD3" w:rsidP="009D4451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4A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Proba ORALA</w:t>
      </w:r>
    </w:p>
    <w:p w:rsidR="000F3DD3" w:rsidRPr="00DE7B10" w:rsidRDefault="000F3DD3" w:rsidP="009D4451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3 -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ENGLEZA</w:t>
      </w: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600"/>
        <w:gridCol w:w="2160"/>
        <w:gridCol w:w="2520"/>
        <w:gridCol w:w="2160"/>
        <w:gridCol w:w="2340"/>
        <w:gridCol w:w="720"/>
        <w:gridCol w:w="720"/>
      </w:tblGrid>
      <w:tr w:rsidR="000F3DD3" w:rsidRPr="00534A43">
        <w:trPr>
          <w:trHeight w:val="917"/>
        </w:trPr>
        <w:tc>
          <w:tcPr>
            <w:tcW w:w="648" w:type="dxa"/>
            <w:vMerge w:val="restart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NR. CRT</w:t>
            </w:r>
          </w:p>
        </w:tc>
        <w:tc>
          <w:tcPr>
            <w:tcW w:w="3600" w:type="dxa"/>
            <w:vMerge w:val="restart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numele si prenumele</w:t>
            </w:r>
          </w:p>
        </w:tc>
        <w:tc>
          <w:tcPr>
            <w:tcW w:w="4680" w:type="dxa"/>
            <w:gridSpan w:val="2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1</w:t>
            </w:r>
          </w:p>
        </w:tc>
        <w:tc>
          <w:tcPr>
            <w:tcW w:w="4500" w:type="dxa"/>
            <w:gridSpan w:val="2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2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NIVEL FINAL</w:t>
            </w:r>
          </w:p>
        </w:tc>
      </w:tr>
      <w:tr w:rsidR="000F3DD3" w:rsidRPr="00DE7B10">
        <w:trPr>
          <w:trHeight w:val="333"/>
        </w:trPr>
        <w:tc>
          <w:tcPr>
            <w:tcW w:w="648" w:type="dxa"/>
            <w:vMerge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3DD3" w:rsidRPr="00534A43" w:rsidRDefault="000F3DD3" w:rsidP="002D1013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520" w:type="dxa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2160" w:type="dxa"/>
            <w:vAlign w:val="center"/>
          </w:tcPr>
          <w:p w:rsidR="000F3DD3" w:rsidRPr="00534A43" w:rsidRDefault="000F3DD3" w:rsidP="002D1013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340" w:type="dxa"/>
          </w:tcPr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D101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1440" w:type="dxa"/>
            <w:gridSpan w:val="2"/>
            <w:vMerge/>
          </w:tcPr>
          <w:p w:rsidR="000F3DD3" w:rsidRPr="00534A43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ARHIP N. NICOLAE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BOANŢĂ R CLARA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BOGHIAN G. DANIEL GHEORGHE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BOGHIAN G. ION RĂZVAN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COCARCEA I. SERGIU ȘTEFAN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CONDREA C. CONSTANTIN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DABIJA V.C. VASILE RĂZVAN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DIUMEA M IONUŢ GABRIEL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FILIP S. CARMEN MARLENA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FILIP S. MARIAN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FUNARU I. ANDREI IONUȚ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GHEȚA I. IONUȚ TONI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IFTIME I IOAN ALEXANDRU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JITARU S. MIHAI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MARIAN I. ADINA CARMEN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MIHAI V IONUŢ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MUNTEANU M. IOAN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NEAGU N. NECULAI DAN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OCHEANĂ F FLORIN ADRIAN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PALĂR G. GHEORGHE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PITICA I. BOGDAN IOSIF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TIMARU C. ANDREI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PUIU T. CIPRIAN MIHAI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9D445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Pr="009D4451" w:rsidRDefault="000F3DD3" w:rsidP="002D1013">
            <w:pPr>
              <w:rPr>
                <w:rFonts w:ascii="Times New Roman" w:hAnsi="Times New Roman" w:cs="Times New Roman"/>
              </w:rPr>
            </w:pPr>
            <w:r w:rsidRPr="009D4451">
              <w:rPr>
                <w:rFonts w:ascii="Times New Roman" w:hAnsi="Times New Roman" w:cs="Times New Roman"/>
              </w:rPr>
              <w:t>PUŞCUŢĂ V. ALINA NICOLETA</w:t>
            </w: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D10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Default="000F3DD3" w:rsidP="009D4451">
      <w:pPr>
        <w:ind w:firstLine="708"/>
        <w:rPr>
          <w:rFonts w:ascii="Times New Roman" w:hAnsi="Times New Roman" w:cs="Times New Roman"/>
        </w:rPr>
      </w:pPr>
    </w:p>
    <w:p w:rsidR="000F3DD3" w:rsidRPr="00DE7B10" w:rsidRDefault="000F3DD3" w:rsidP="009D4451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 xml:space="preserve"> EXAMINATOR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>,</w:t>
      </w:r>
    </w:p>
    <w:p w:rsidR="000F3DD3" w:rsidRDefault="000F3DD3" w:rsidP="009D4451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1) </w:t>
      </w:r>
      <w:r w:rsidRPr="00DE7B10">
        <w:rPr>
          <w:rFonts w:ascii="Times New Roman" w:hAnsi="Times New Roman" w:cs="Times New Roman"/>
        </w:rPr>
        <w:t xml:space="preserve"> __________________________________</w:t>
      </w:r>
    </w:p>
    <w:p w:rsidR="000F3DD3" w:rsidRDefault="000F3DD3" w:rsidP="009D4451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2) </w:t>
      </w:r>
      <w:r w:rsidRPr="00DE7B10">
        <w:rPr>
          <w:rFonts w:ascii="Times New Roman" w:hAnsi="Times New Roman" w:cs="Times New Roman"/>
        </w:rPr>
        <w:t>__________________________________</w:t>
      </w:r>
    </w:p>
    <w:p w:rsidR="000F3DD3" w:rsidRDefault="000F3DD3" w:rsidP="00534A4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0F3DD3" w:rsidRPr="00815D36" w:rsidRDefault="000F3DD3" w:rsidP="00534A4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815D36">
        <w:rPr>
          <w:rFonts w:ascii="Times New Roman" w:hAnsi="Times New Roman" w:cs="Times New Roman"/>
          <w:color w:val="FF0000"/>
          <w:sz w:val="32"/>
          <w:szCs w:val="32"/>
        </w:rPr>
        <w:t xml:space="preserve">Borderou individual de evaluare a competențelor lingvistice </w:t>
      </w:r>
    </w:p>
    <w:p w:rsidR="000F3DD3" w:rsidRPr="00815D36" w:rsidRDefault="000F3DD3" w:rsidP="00534A43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15D36">
        <w:rPr>
          <w:rFonts w:ascii="Times New Roman" w:hAnsi="Times New Roman" w:cs="Times New Roman"/>
          <w:color w:val="FF0000"/>
          <w:sz w:val="32"/>
          <w:szCs w:val="32"/>
        </w:rPr>
        <w:t>într-o limba de circulație internațională</w:t>
      </w:r>
    </w:p>
    <w:p w:rsidR="000F3DD3" w:rsidRPr="00815D36" w:rsidRDefault="000F3DD3" w:rsidP="00534A43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815D36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Proba </w:t>
      </w:r>
      <w:r w:rsidRPr="00815D36">
        <w:rPr>
          <w:rFonts w:ascii="Times New Roman" w:hAnsi="Times New Roman" w:cs="Times New Roman"/>
          <w:b/>
          <w:bCs/>
          <w:i/>
          <w:iCs/>
          <w:caps/>
          <w:color w:val="FF0000"/>
          <w:sz w:val="28"/>
          <w:szCs w:val="28"/>
        </w:rPr>
        <w:t>orală</w:t>
      </w:r>
    </w:p>
    <w:p w:rsidR="000F3DD3" w:rsidRPr="00815D36" w:rsidRDefault="000F3DD3" w:rsidP="00534A4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</w:pPr>
      <w:r w:rsidRPr="00815D36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SUBCOMISIA 4 - LIMBA FRANCEZA</w:t>
      </w:r>
    </w:p>
    <w:p w:rsidR="000F3DD3" w:rsidRPr="00815D36" w:rsidRDefault="000F3DD3" w:rsidP="00534A4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4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6032"/>
        <w:gridCol w:w="3600"/>
        <w:gridCol w:w="3786"/>
      </w:tblGrid>
      <w:tr w:rsidR="000F3DD3" w:rsidRPr="00815D36">
        <w:trPr>
          <w:trHeight w:val="932"/>
        </w:trPr>
        <w:tc>
          <w:tcPr>
            <w:tcW w:w="1276" w:type="dxa"/>
            <w:vAlign w:val="center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  <w:t>Nr. Crt.</w:t>
            </w:r>
          </w:p>
        </w:tc>
        <w:tc>
          <w:tcPr>
            <w:tcW w:w="6032" w:type="dxa"/>
            <w:vAlign w:val="center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  <w:t>numele si prenumele elevului</w:t>
            </w:r>
          </w:p>
        </w:tc>
        <w:tc>
          <w:tcPr>
            <w:tcW w:w="3600" w:type="dxa"/>
            <w:vAlign w:val="center"/>
          </w:tcPr>
          <w:p w:rsidR="000F3DD3" w:rsidRPr="00815D36" w:rsidRDefault="000F3DD3" w:rsidP="00534A43">
            <w:pPr>
              <w:jc w:val="center"/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  <w:t>Producerea mesajelor orale</w:t>
            </w: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  <w:t>Interacţiunea orală</w:t>
            </w:r>
          </w:p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8"/>
                <w:szCs w:val="28"/>
              </w:rPr>
              <w:t>(Participare la conversaţie)</w:t>
            </w: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ARITON I. DRAGOȘ IONEL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CAMARĂ D.F. OANA MARIA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CHIFU V. CAMELIA MARIA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DÎRLĂU M. DIANA CAROLINA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DODIȚĂ V. DIANA MARIA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DOP G. ANA MARIA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GHIORGHIU S. LUCIAN ION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HANU I. IONUȚ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MANOLE I. VASILE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PÂNTEA N. MARINELA CRISTINA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SCORȚANU I. OANA MARIA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SCUTELNICU S. ROXANA SORINA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TANCĂU I. MARICICA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ȚARALUNGĂ C. CIPRIAN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TECUCIANU G. RAREŞ PETRIŞOR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246"/>
        </w:trPr>
        <w:tc>
          <w:tcPr>
            <w:tcW w:w="1276" w:type="dxa"/>
          </w:tcPr>
          <w:p w:rsidR="000F3DD3" w:rsidRPr="00815D36" w:rsidRDefault="000F3DD3" w:rsidP="00534A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32" w:type="dxa"/>
            <w:vAlign w:val="bottom"/>
          </w:tcPr>
          <w:p w:rsidR="000F3DD3" w:rsidRPr="00815D36" w:rsidRDefault="000F3DD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VRABIE I. LOREDANA GEORGIANA</w:t>
            </w:r>
          </w:p>
        </w:tc>
        <w:tc>
          <w:tcPr>
            <w:tcW w:w="360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534A43">
      <w:pPr>
        <w:ind w:firstLine="708"/>
        <w:rPr>
          <w:rFonts w:ascii="Times New Roman" w:hAnsi="Times New Roman" w:cs="Times New Roman"/>
          <w:color w:val="FF0000"/>
        </w:rPr>
      </w:pPr>
      <w:r w:rsidRPr="00815D36">
        <w:rPr>
          <w:rFonts w:ascii="Times New Roman" w:hAnsi="Times New Roman" w:cs="Times New Roman"/>
          <w:color w:val="FF0000"/>
        </w:rPr>
        <w:t>PREȘEDINTE,</w:t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  <w:t>PROFESOR EXAMINATOR,</w:t>
      </w:r>
    </w:p>
    <w:p w:rsidR="000F3DD3" w:rsidRPr="00815D36" w:rsidRDefault="000F3DD3" w:rsidP="00534A43">
      <w:pPr>
        <w:rPr>
          <w:rFonts w:ascii="Times New Roman" w:hAnsi="Times New Roman" w:cs="Times New Roman"/>
          <w:color w:val="FF0000"/>
        </w:rPr>
      </w:pPr>
      <w:r w:rsidRPr="00815D36">
        <w:rPr>
          <w:rFonts w:ascii="Times New Roman" w:hAnsi="Times New Roman" w:cs="Times New Roman"/>
          <w:color w:val="FF0000"/>
        </w:rPr>
        <w:t>PROF. IRIMIA CRISALINDA NONA</w:t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  <w:t xml:space="preserve">   </w:t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  <w:t xml:space="preserve">   __________________________________</w:t>
      </w: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534A43">
      <w:pPr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815D36">
        <w:rPr>
          <w:rFonts w:ascii="Times New Roman" w:hAnsi="Times New Roman" w:cs="Times New Roman"/>
          <w:color w:val="FF0000"/>
          <w:sz w:val="32"/>
          <w:szCs w:val="32"/>
        </w:rPr>
        <w:t xml:space="preserve">Borderou final de evaluare a competențelor lingvistice </w:t>
      </w:r>
    </w:p>
    <w:p w:rsidR="000F3DD3" w:rsidRPr="00815D36" w:rsidRDefault="000F3DD3" w:rsidP="00534A4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15D36">
        <w:rPr>
          <w:rFonts w:ascii="Times New Roman" w:hAnsi="Times New Roman" w:cs="Times New Roman"/>
          <w:color w:val="FF0000"/>
          <w:sz w:val="32"/>
          <w:szCs w:val="32"/>
        </w:rPr>
        <w:t>într-o limba de circulație internațională</w:t>
      </w:r>
    </w:p>
    <w:p w:rsidR="000F3DD3" w:rsidRPr="00815D36" w:rsidRDefault="000F3DD3" w:rsidP="00534A43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815D36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Proba ORALA</w:t>
      </w:r>
    </w:p>
    <w:p w:rsidR="000F3DD3" w:rsidRPr="00815D36" w:rsidRDefault="000F3DD3" w:rsidP="00534A43">
      <w:pPr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</w:pPr>
      <w:r w:rsidRPr="00815D36">
        <w:rPr>
          <w:rFonts w:ascii="Times New Roman" w:hAnsi="Times New Roman" w:cs="Times New Roman"/>
          <w:b/>
          <w:bCs/>
          <w:i/>
          <w:iCs/>
          <w:color w:val="FF0000"/>
          <w:sz w:val="32"/>
          <w:szCs w:val="32"/>
        </w:rPr>
        <w:t>SUBCOMISIA 4 - LIMBA FRANCEZA</w:t>
      </w: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600"/>
        <w:gridCol w:w="2160"/>
        <w:gridCol w:w="2520"/>
        <w:gridCol w:w="2160"/>
        <w:gridCol w:w="2340"/>
        <w:gridCol w:w="720"/>
        <w:gridCol w:w="720"/>
      </w:tblGrid>
      <w:tr w:rsidR="000F3DD3" w:rsidRPr="00815D36">
        <w:trPr>
          <w:trHeight w:val="917"/>
        </w:trPr>
        <w:tc>
          <w:tcPr>
            <w:tcW w:w="648" w:type="dxa"/>
            <w:vMerge w:val="restart"/>
            <w:vAlign w:val="center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</w:rPr>
              <w:t>NR. CRT</w:t>
            </w:r>
          </w:p>
        </w:tc>
        <w:tc>
          <w:tcPr>
            <w:tcW w:w="3600" w:type="dxa"/>
            <w:vMerge w:val="restart"/>
            <w:vAlign w:val="center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  <w:t>numele si prenumele</w:t>
            </w:r>
          </w:p>
        </w:tc>
        <w:tc>
          <w:tcPr>
            <w:tcW w:w="4680" w:type="dxa"/>
            <w:gridSpan w:val="2"/>
            <w:vAlign w:val="center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  <w:t>PROFESOR EVALUATOR 1</w:t>
            </w:r>
          </w:p>
        </w:tc>
        <w:tc>
          <w:tcPr>
            <w:tcW w:w="4500" w:type="dxa"/>
            <w:gridSpan w:val="2"/>
            <w:vAlign w:val="center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  <w:t>PROFESOR EVALUATOR 2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4"/>
                <w:szCs w:val="24"/>
              </w:rPr>
              <w:t>NIVEL FINAL</w:t>
            </w:r>
          </w:p>
        </w:tc>
      </w:tr>
      <w:tr w:rsidR="000F3DD3" w:rsidRPr="00815D36">
        <w:trPr>
          <w:trHeight w:val="333"/>
        </w:trPr>
        <w:tc>
          <w:tcPr>
            <w:tcW w:w="648" w:type="dxa"/>
            <w:vMerge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3DD3" w:rsidRPr="00815D36" w:rsidRDefault="000F3DD3" w:rsidP="00534A43">
            <w:pPr>
              <w:jc w:val="center"/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  <w:t>Producerea mesajelor orale</w:t>
            </w: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  <w:t>Interacţiunea orală</w:t>
            </w:r>
          </w:p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  <w:t>(Participare la conversaţie)</w:t>
            </w:r>
          </w:p>
        </w:tc>
        <w:tc>
          <w:tcPr>
            <w:tcW w:w="2160" w:type="dxa"/>
            <w:vAlign w:val="center"/>
          </w:tcPr>
          <w:p w:rsidR="000F3DD3" w:rsidRPr="00815D36" w:rsidRDefault="000F3DD3" w:rsidP="00534A43">
            <w:pPr>
              <w:jc w:val="center"/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  <w:t>Producerea mesajelor orale</w:t>
            </w: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  <w:t>Interacţiunea orală</w:t>
            </w:r>
          </w:p>
          <w:p w:rsidR="000F3DD3" w:rsidRPr="00815D36" w:rsidRDefault="000F3DD3" w:rsidP="00534A43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</w:pPr>
            <w:r w:rsidRPr="00815D36">
              <w:rPr>
                <w:rFonts w:ascii="Times New Roman" w:hAnsi="Times New Roman" w:cs="Times New Roman"/>
                <w:caps/>
                <w:color w:val="FF0000"/>
                <w:sz w:val="20"/>
                <w:szCs w:val="20"/>
              </w:rPr>
              <w:t>(Participare la conversaţie)</w:t>
            </w:r>
          </w:p>
        </w:tc>
        <w:tc>
          <w:tcPr>
            <w:tcW w:w="1440" w:type="dxa"/>
            <w:gridSpan w:val="2"/>
            <w:vMerge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F3DD3" w:rsidRPr="00815D36">
        <w:trPr>
          <w:trHeight w:val="348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ARITON I. DRAGOȘ IONEL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CAMARĂ D.F. OANA MARIA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CHIFU V. CAMELIA MARIA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DÎRLĂU M. DIANA CAROLINA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DODIȚĂ V. DIANA MARIA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DOP G. ANA MARIA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GHIORGHIU S. LUCIAN ION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HANU I. IONUȚ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MANOLE I. VASILE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PÂNTEA N. MARINELA CRISTINA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SCORȚANU I. OANA MARIA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SCUTELNICU S. ROXANA SORINA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TANCĂU I. MARICICA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ȚARALUNGĂ C. CIPRIAN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TECUCIANU G. RAREŞ PETRIŞOR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F3DD3" w:rsidRPr="00815D36">
        <w:trPr>
          <w:trHeight w:val="333"/>
        </w:trPr>
        <w:tc>
          <w:tcPr>
            <w:tcW w:w="648" w:type="dxa"/>
          </w:tcPr>
          <w:p w:rsidR="000F3DD3" w:rsidRPr="00815D36" w:rsidRDefault="000F3DD3" w:rsidP="00534A4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600" w:type="dxa"/>
            <w:vAlign w:val="bottom"/>
          </w:tcPr>
          <w:p w:rsidR="000F3DD3" w:rsidRPr="00815D36" w:rsidRDefault="000F3DD3" w:rsidP="002D101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15D36">
              <w:rPr>
                <w:rFonts w:ascii="Arial" w:hAnsi="Arial" w:cs="Arial"/>
                <w:color w:val="FF0000"/>
                <w:sz w:val="20"/>
                <w:szCs w:val="20"/>
              </w:rPr>
              <w:t>VRABIE I. LOREDANA GEORGIANA</w:t>
            </w: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815D36" w:rsidRDefault="000F3DD3" w:rsidP="00534A4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815D36" w:rsidRDefault="000F3DD3" w:rsidP="00815D36">
      <w:pPr>
        <w:ind w:firstLine="708"/>
        <w:rPr>
          <w:rFonts w:ascii="Times New Roman" w:hAnsi="Times New Roman" w:cs="Times New Roman"/>
          <w:color w:val="FF0000"/>
        </w:rPr>
      </w:pPr>
      <w:r w:rsidRPr="00815D36">
        <w:rPr>
          <w:rFonts w:ascii="Times New Roman" w:hAnsi="Times New Roman" w:cs="Times New Roman"/>
          <w:color w:val="FF0000"/>
        </w:rPr>
        <w:t>PREȘEDINTE,</w:t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  <w:t>PROFESORI EXAMINATORI,</w:t>
      </w:r>
    </w:p>
    <w:p w:rsidR="000F3DD3" w:rsidRPr="00815D36" w:rsidRDefault="000F3DD3" w:rsidP="00815D36">
      <w:pPr>
        <w:rPr>
          <w:rFonts w:ascii="Times New Roman" w:hAnsi="Times New Roman" w:cs="Times New Roman"/>
          <w:color w:val="FF0000"/>
        </w:rPr>
      </w:pPr>
      <w:r w:rsidRPr="00815D36">
        <w:rPr>
          <w:rFonts w:ascii="Times New Roman" w:hAnsi="Times New Roman" w:cs="Times New Roman"/>
          <w:color w:val="FF0000"/>
        </w:rPr>
        <w:t>PROF. IRIMIA CRISALINDA NONA</w:t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  <w:t xml:space="preserve">   </w:t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  <w:t xml:space="preserve">  1)  __________________________________</w:t>
      </w:r>
    </w:p>
    <w:p w:rsidR="000F3DD3" w:rsidRPr="00815D36" w:rsidRDefault="000F3DD3" w:rsidP="00815D36">
      <w:pPr>
        <w:rPr>
          <w:rFonts w:ascii="Times New Roman" w:hAnsi="Times New Roman" w:cs="Times New Roman"/>
          <w:color w:val="FF0000"/>
        </w:rPr>
      </w:pPr>
      <w:r w:rsidRPr="00815D36">
        <w:rPr>
          <w:rFonts w:ascii="Times New Roman" w:hAnsi="Times New Roman" w:cs="Times New Roman"/>
          <w:color w:val="FF0000"/>
        </w:rPr>
        <w:t xml:space="preserve">   </w:t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</w:r>
      <w:r w:rsidRPr="00815D36">
        <w:rPr>
          <w:rFonts w:ascii="Times New Roman" w:hAnsi="Times New Roman" w:cs="Times New Roman"/>
          <w:color w:val="FF0000"/>
        </w:rPr>
        <w:tab/>
        <w:t xml:space="preserve">  2) __________________________________</w:t>
      </w:r>
    </w:p>
    <w:p w:rsidR="000F3DD3" w:rsidRPr="00815D36" w:rsidRDefault="000F3DD3" w:rsidP="00815D36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Default="000F3DD3" w:rsidP="00AF7031">
      <w:pPr>
        <w:rPr>
          <w:rFonts w:ascii="Times New Roman" w:hAnsi="Times New Roman" w:cs="Times New Roman"/>
          <w:color w:val="FF0000"/>
        </w:rPr>
      </w:pPr>
    </w:p>
    <w:p w:rsidR="000F3DD3" w:rsidRPr="00DE7B10" w:rsidRDefault="000F3DD3" w:rsidP="002B5AF5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individual de evaluare a competențelor lingvistice </w:t>
      </w:r>
    </w:p>
    <w:p w:rsidR="000F3DD3" w:rsidRPr="00DE7B10" w:rsidRDefault="000F3DD3" w:rsidP="002B5A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815D36" w:rsidRDefault="000F3DD3" w:rsidP="00BB690F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DE7B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Proba </w:t>
      </w:r>
      <w:r w:rsidRPr="00534A43"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>orală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(27.06.2012)</w:t>
      </w:r>
    </w:p>
    <w:p w:rsidR="000F3DD3" w:rsidRPr="00DE7B10" w:rsidRDefault="000F3DD3" w:rsidP="002B5AF5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F3DD3" w:rsidRDefault="000F3DD3" w:rsidP="002B5AF5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1 -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ENGLEZA</w:t>
      </w:r>
    </w:p>
    <w:tbl>
      <w:tblPr>
        <w:tblW w:w="14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6032"/>
        <w:gridCol w:w="3600"/>
        <w:gridCol w:w="3786"/>
      </w:tblGrid>
      <w:tr w:rsidR="000F3DD3" w:rsidRPr="00DE7B10">
        <w:trPr>
          <w:trHeight w:val="932"/>
        </w:trPr>
        <w:tc>
          <w:tcPr>
            <w:tcW w:w="1276" w:type="dxa"/>
            <w:vAlign w:val="center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Nr. Crt.</w:t>
            </w:r>
          </w:p>
        </w:tc>
        <w:tc>
          <w:tcPr>
            <w:tcW w:w="6032" w:type="dxa"/>
            <w:vAlign w:val="center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numele si prenumele elevului</w:t>
            </w:r>
          </w:p>
        </w:tc>
        <w:tc>
          <w:tcPr>
            <w:tcW w:w="3600" w:type="dxa"/>
            <w:vAlign w:val="center"/>
          </w:tcPr>
          <w:p w:rsidR="000F3DD3" w:rsidRPr="00DE7B10" w:rsidRDefault="000F3DD3" w:rsidP="002B5AF5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Producerea mesajelor orale</w:t>
            </w: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Interacţiunea orală</w:t>
            </w:r>
          </w:p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(Participare la conversaţie)</w:t>
            </w: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MATACHE I. SERGIU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MĂGURIANU A. ADRIAN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MÂȚĂ T. DANIELA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MICU I.S. DANIEL GABRIEL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MIHALACHE O. ROBERTO IULIAN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MOROȘANU C.D. ALEXANDRU ROBERT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MOTAN N. MARIUS GABRIEL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MOVILĂ N. EMANUEL NICOLAE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MUNTEANU C. ELENA MĂDĂLINA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MUNTEANU N. CARMEN MARIA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NEMȚANU G. GHIORGHIȚĂ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NIȚĂ A. KRISTINA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OLARU C. ANCA DANIELA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OTELIŢĂ P. MIHAELA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 M. CĂTĂLIN FLORIN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PICHIU V. ALIN PAULIAN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POPA I. SORIN ION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POSTEUCĂ E.D. MIHAI COSMIN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RADU C. CĂTĂLIN MARIAN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RADU D. NICOLETA LILIANA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SADICI D. MĂDĂLINA ANDREEA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SOFRONE J. CIPRIAN DENIS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SPRIDON O. CONSTANTIN CĂTĂLIN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TECUCIANU G. VALERIU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TEOHARI L.C. DAN CONSTANTIN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TOCILĂ-TRIFU O. VASILE ANDREI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TORONILĂ M. ȘTEFAN ANDREI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TUDOSĂ I. IOANA LARISA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TUDOSĂ I. IONUŢ MĂDĂLIN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TURCEA I.C. IOAN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ȚÂMPU A. ANDREI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VASILOIU I. THEODOR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2B5A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ZORILĂ N. ANDREEA</w:t>
            </w:r>
          </w:p>
        </w:tc>
        <w:tc>
          <w:tcPr>
            <w:tcW w:w="3600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3DD3" w:rsidRPr="00DE7B10" w:rsidRDefault="000F3DD3" w:rsidP="002B5AF5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2B5AF5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2B5AF5">
      <w:pPr>
        <w:ind w:left="708"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 EXAMINATOR,</w:t>
      </w:r>
    </w:p>
    <w:p w:rsidR="000F3DD3" w:rsidRPr="00DE7B10" w:rsidRDefault="000F3DD3" w:rsidP="002B5AF5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__________________________________</w:t>
      </w:r>
    </w:p>
    <w:p w:rsidR="000F3DD3" w:rsidRPr="00DE7B10" w:rsidRDefault="000F3DD3" w:rsidP="002B5AF5">
      <w:pPr>
        <w:jc w:val="center"/>
        <w:rPr>
          <w:rFonts w:ascii="Times New Roman" w:hAnsi="Times New Roman" w:cs="Times New Roman"/>
        </w:rPr>
      </w:pPr>
    </w:p>
    <w:p w:rsidR="000F3DD3" w:rsidRPr="00DE7B10" w:rsidRDefault="000F3DD3" w:rsidP="002B5AF5">
      <w:pPr>
        <w:rPr>
          <w:rFonts w:ascii="Times New Roman" w:hAnsi="Times New Roman" w:cs="Times New Roman"/>
        </w:rPr>
      </w:pPr>
    </w:p>
    <w:p w:rsidR="000F3DD3" w:rsidRPr="00DE7B10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Pr="00DE7B10" w:rsidRDefault="000F3DD3" w:rsidP="002B5AF5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final de evaluare a competențelor lingvistice </w:t>
      </w:r>
    </w:p>
    <w:p w:rsidR="000F3DD3" w:rsidRPr="00DE7B10" w:rsidRDefault="000F3DD3" w:rsidP="002B5AF5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534A43" w:rsidRDefault="000F3DD3" w:rsidP="002B5AF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4A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Proba ORALA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(27.06.2012)</w:t>
      </w:r>
    </w:p>
    <w:p w:rsidR="000F3DD3" w:rsidRPr="00DE7B10" w:rsidRDefault="000F3DD3" w:rsidP="002B5AF5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1 -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ENGLEZA </w:t>
      </w: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600"/>
        <w:gridCol w:w="2160"/>
        <w:gridCol w:w="2520"/>
        <w:gridCol w:w="2160"/>
        <w:gridCol w:w="2340"/>
        <w:gridCol w:w="720"/>
        <w:gridCol w:w="720"/>
      </w:tblGrid>
      <w:tr w:rsidR="000F3DD3" w:rsidRPr="00534A43">
        <w:trPr>
          <w:trHeight w:val="917"/>
        </w:trPr>
        <w:tc>
          <w:tcPr>
            <w:tcW w:w="648" w:type="dxa"/>
            <w:vMerge w:val="restart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NR. CRT</w:t>
            </w:r>
          </w:p>
        </w:tc>
        <w:tc>
          <w:tcPr>
            <w:tcW w:w="3600" w:type="dxa"/>
            <w:vMerge w:val="restart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numele si prenumele</w:t>
            </w:r>
          </w:p>
        </w:tc>
        <w:tc>
          <w:tcPr>
            <w:tcW w:w="4680" w:type="dxa"/>
            <w:gridSpan w:val="2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1</w:t>
            </w:r>
          </w:p>
        </w:tc>
        <w:tc>
          <w:tcPr>
            <w:tcW w:w="4500" w:type="dxa"/>
            <w:gridSpan w:val="2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2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NIVEL FINAL</w:t>
            </w:r>
          </w:p>
        </w:tc>
      </w:tr>
      <w:tr w:rsidR="000F3DD3" w:rsidRPr="00DE7B10">
        <w:trPr>
          <w:trHeight w:val="333"/>
        </w:trPr>
        <w:tc>
          <w:tcPr>
            <w:tcW w:w="648" w:type="dxa"/>
            <w:vMerge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3DD3" w:rsidRPr="00534A43" w:rsidRDefault="000F3DD3" w:rsidP="002B5AF5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520" w:type="dxa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2160" w:type="dxa"/>
            <w:vAlign w:val="center"/>
          </w:tcPr>
          <w:p w:rsidR="000F3DD3" w:rsidRPr="00534A43" w:rsidRDefault="000F3DD3" w:rsidP="002B5AF5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340" w:type="dxa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1440" w:type="dxa"/>
            <w:gridSpan w:val="2"/>
            <w:vMerge/>
          </w:tcPr>
          <w:p w:rsidR="000F3DD3" w:rsidRPr="00534A43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MATACHE I. SERGIU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MĂGURIANU A. ADRIAN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MÂȚĂ T. DANIELA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MICU I.S. DANIEL GABRIEL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MIHALACHE O. ROBERTO IULIAN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MOROȘANU C.D. ALEXANDRU ROBERT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MOTAN N. MARIUS GABRIEL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MOVILĂ N. EMANUEL NICOLAE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MUNTEANU C. ELENA MĂDĂLINA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MUNTEANU N. CARMEN MARIA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NEMȚANU G. GHIORGHIȚĂ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NIȚĂ A. KRISTINA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OLARU C. ANCA DANIELA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OTELIŢĂ P. MIHAELA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 M. CĂTĂLIN FLORIN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PICHIU V. ALIN PAULIAN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POPA I. SORIN ION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POSTEUCĂ E.D. MIHAI COSMIN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RADU C. CĂTĂLIN MARIAN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RADU D. NICOLETA LILIANA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SADICI D. MĂDĂLINA ANDREEA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SOFRONE J. CIPRIAN DENIS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SPRIDON O. CONSTANTIN CĂTĂLIN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TECUCIANU G. VALERIU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TEOHARI L.C. DAN CONSTANTIN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TOCILĂ-TRIFU O. VASILE ANDREI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TORONILĂ M. ȘTEFAN ANDREI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TUDOSĂ I. IOANA LARISA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TUDOSĂ I. IONUŢ MĂDĂLIN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TURCEA I.C. IOAN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ȚÂMPU A. ANDREI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VASILOIU I. THEODOR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 w:rsidTr="001F4569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ZORILĂ N. ANDREEA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Pr="00DE7B10" w:rsidRDefault="000F3DD3" w:rsidP="002B5AF5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 xml:space="preserve"> EXAMINATOR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>,</w:t>
      </w:r>
    </w:p>
    <w:p w:rsidR="000F3DD3" w:rsidRDefault="000F3DD3" w:rsidP="002B5AF5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1) </w:t>
      </w:r>
      <w:r w:rsidRPr="00DE7B10">
        <w:rPr>
          <w:rFonts w:ascii="Times New Roman" w:hAnsi="Times New Roman" w:cs="Times New Roman"/>
        </w:rPr>
        <w:t xml:space="preserve"> __________________________________</w:t>
      </w:r>
    </w:p>
    <w:p w:rsidR="000F3DD3" w:rsidRDefault="000F3DD3" w:rsidP="002B5AF5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2) </w:t>
      </w:r>
      <w:r w:rsidRPr="00DE7B10">
        <w:rPr>
          <w:rFonts w:ascii="Times New Roman" w:hAnsi="Times New Roman" w:cs="Times New Roman"/>
        </w:rPr>
        <w:t>__________________________________</w:t>
      </w: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Pr="00DE7B10" w:rsidRDefault="000F3DD3" w:rsidP="002B5AF5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individual de evaluare a competențelor lingvistice </w:t>
      </w:r>
    </w:p>
    <w:p w:rsidR="000F3DD3" w:rsidRPr="00DE7B10" w:rsidRDefault="000F3DD3" w:rsidP="002B5A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DE7B10" w:rsidRDefault="000F3DD3" w:rsidP="002B5AF5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E7B1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Proba </w:t>
      </w:r>
      <w:r w:rsidRPr="00534A43"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>orală</w:t>
      </w:r>
      <w:r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(27.06.2012)</w:t>
      </w:r>
    </w:p>
    <w:p w:rsidR="000F3DD3" w:rsidRPr="00815D36" w:rsidRDefault="000F3DD3" w:rsidP="002B5AF5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2 -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ENGLEZA </w:t>
      </w:r>
    </w:p>
    <w:tbl>
      <w:tblPr>
        <w:tblW w:w="146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6032"/>
        <w:gridCol w:w="3600"/>
        <w:gridCol w:w="3786"/>
      </w:tblGrid>
      <w:tr w:rsidR="000F3DD3" w:rsidRPr="00DE7B10">
        <w:trPr>
          <w:trHeight w:val="932"/>
        </w:trPr>
        <w:tc>
          <w:tcPr>
            <w:tcW w:w="1276" w:type="dxa"/>
            <w:vAlign w:val="center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Nr. Crt.</w:t>
            </w:r>
          </w:p>
        </w:tc>
        <w:tc>
          <w:tcPr>
            <w:tcW w:w="6032" w:type="dxa"/>
            <w:vAlign w:val="center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numele si prenumele elevului</w:t>
            </w:r>
          </w:p>
        </w:tc>
        <w:tc>
          <w:tcPr>
            <w:tcW w:w="3600" w:type="dxa"/>
            <w:vAlign w:val="center"/>
          </w:tcPr>
          <w:p w:rsidR="000F3DD3" w:rsidRPr="00DE7B10" w:rsidRDefault="000F3DD3" w:rsidP="002B5AF5">
            <w:pPr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Producerea mesajelor orale</w:t>
            </w:r>
          </w:p>
        </w:tc>
        <w:tc>
          <w:tcPr>
            <w:tcW w:w="3786" w:type="dxa"/>
          </w:tcPr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Interacţiunea orală</w:t>
            </w:r>
          </w:p>
          <w:p w:rsidR="000F3DD3" w:rsidRPr="00DE7B10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DE7B10">
              <w:rPr>
                <w:rFonts w:ascii="Times New Roman" w:hAnsi="Times New Roman" w:cs="Times New Roman"/>
                <w:caps/>
                <w:sz w:val="28"/>
                <w:szCs w:val="28"/>
              </w:rPr>
              <w:t>(Participare la conversaţie)</w:t>
            </w:r>
          </w:p>
        </w:tc>
      </w:tr>
      <w:tr w:rsidR="000F3DD3" w:rsidRPr="00815D36">
        <w:trPr>
          <w:trHeight w:val="246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GĂLĂȚANU P.R. ALINA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GĂLĂȚANU P.R. CAMELIA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GĂLBINIȚĂ R. ANA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GONDOȘ E. ȘTEFANIA ALICE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GOREA I. VLAD OCTAV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IONIȚĂ G. EMANUELA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LAZĂR M. MARIUS OVIDIU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LUCA V. MARIAN VALENTIN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LUPU E. ANDREI IONUȚ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MARIN D. GEORGIAN MĂDĂLIN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MASTACAN I. ANDREI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MATEIȘ E. OANA MĂDĂLINA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MICU M. VLADUȚ VASILE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MIHALACHE V. VASILE CIPRIAN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MOCANU C. ALEXANDRA CORINA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MORARIU-FERDEȘ V. EMANUEL CLAUDIU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MURARIU C.R. DIANA CRISTINA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NAUMCEF A.C. ROXANA IOANA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NECHITA G. ELENA SIMINA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OLARU R. ANDREEA MĂDĂLINA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 V. LOREDANA MIHAELA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PATRAȘC A. ALEXANDRU DANIEL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PĂUCEANU S.D. VLAD RADU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PRELIPCEANU G. ANDRA IOANA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SCRIPNIC F. IONUȚ ALIN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STAINBOC S.B. ELENA MIHAELA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STANCIU O. MIHAI CLAUDIU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STÂRPU V. IULIAN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 N. ROBERT IONUȚ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TRANDAFIR V. VLĂDUȚ IONUȚ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TROFIN R.M. ANDREI OVIDIU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ȚARALUNGĂ C. IOANA NICHITA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ȚÂMPU A. BIANCA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ȚÎMPU A. ANDREEA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ȚURCAN P. ELENA OANA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VACARU F. IONUȚ MARIAN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VĂSCUȚĂ S. IONUȚ CODRIN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VRANCIU T. ANDREI ALEXANDRU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3DD3" w:rsidRPr="00815D36">
        <w:trPr>
          <w:trHeight w:val="232"/>
        </w:trPr>
        <w:tc>
          <w:tcPr>
            <w:tcW w:w="1276" w:type="dxa"/>
            <w:vAlign w:val="center"/>
          </w:tcPr>
          <w:p w:rsidR="000F3DD3" w:rsidRPr="00815D36" w:rsidRDefault="000F3DD3" w:rsidP="002B5AF5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32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CREȚU C. CRISTINA FLORENTINA</w:t>
            </w:r>
          </w:p>
        </w:tc>
        <w:tc>
          <w:tcPr>
            <w:tcW w:w="3600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86" w:type="dxa"/>
          </w:tcPr>
          <w:p w:rsidR="000F3DD3" w:rsidRPr="00815D36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Pr="00DE7B10" w:rsidRDefault="000F3DD3" w:rsidP="002B5AF5">
      <w:pPr>
        <w:ind w:left="708"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 EXAMINATOR,</w:t>
      </w:r>
    </w:p>
    <w:p w:rsidR="000F3DD3" w:rsidRPr="00DE7B10" w:rsidRDefault="000F3DD3" w:rsidP="002B5AF5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__________________________________</w:t>
      </w: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Pr="00DE7B10" w:rsidRDefault="000F3DD3" w:rsidP="002B5AF5">
      <w:pPr>
        <w:jc w:val="center"/>
        <w:rPr>
          <w:rFonts w:ascii="Times New Roman" w:hAnsi="Times New Roman" w:cs="Times New Roman"/>
          <w:sz w:val="32"/>
          <w:szCs w:val="32"/>
        </w:rPr>
      </w:pPr>
      <w:r w:rsidRPr="00DE7B10">
        <w:rPr>
          <w:rFonts w:ascii="Times New Roman" w:hAnsi="Times New Roman" w:cs="Times New Roman"/>
          <w:sz w:val="32"/>
          <w:szCs w:val="32"/>
        </w:rPr>
        <w:t xml:space="preserve">Borderou final de evaluare a competențelor lingvistice </w:t>
      </w:r>
    </w:p>
    <w:p w:rsidR="000F3DD3" w:rsidRPr="00DE7B10" w:rsidRDefault="000F3DD3" w:rsidP="002B5AF5">
      <w:pPr>
        <w:jc w:val="center"/>
        <w:rPr>
          <w:rFonts w:ascii="Times New Roman" w:hAnsi="Times New Roman" w:cs="Times New Roman"/>
          <w:sz w:val="28"/>
          <w:szCs w:val="28"/>
        </w:rPr>
      </w:pPr>
      <w:r w:rsidRPr="00DE7B10">
        <w:rPr>
          <w:rFonts w:ascii="Times New Roman" w:hAnsi="Times New Roman" w:cs="Times New Roman"/>
          <w:sz w:val="32"/>
          <w:szCs w:val="32"/>
        </w:rPr>
        <w:t>într-o limba de circulație internațională</w:t>
      </w:r>
    </w:p>
    <w:p w:rsidR="000F3DD3" w:rsidRPr="00534A43" w:rsidRDefault="000F3DD3" w:rsidP="002B5AF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34A43">
        <w:rPr>
          <w:rFonts w:ascii="Times New Roman" w:hAnsi="Times New Roman" w:cs="Times New Roman"/>
          <w:b/>
          <w:bCs/>
          <w:i/>
          <w:iCs/>
          <w:sz w:val="28"/>
          <w:szCs w:val="28"/>
        </w:rPr>
        <w:t>Proba ORALA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(27.06.2012)</w:t>
      </w:r>
    </w:p>
    <w:p w:rsidR="000F3DD3" w:rsidRPr="00DE7B10" w:rsidRDefault="000F3DD3" w:rsidP="002B5AF5">
      <w:pPr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SUBCOMISIA 2 - </w:t>
      </w:r>
      <w:r w:rsidRPr="00DE7B10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LIMBA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ENGLEZA </w:t>
      </w:r>
    </w:p>
    <w:tbl>
      <w:tblPr>
        <w:tblW w:w="148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600"/>
        <w:gridCol w:w="2160"/>
        <w:gridCol w:w="2520"/>
        <w:gridCol w:w="2160"/>
        <w:gridCol w:w="2340"/>
        <w:gridCol w:w="720"/>
        <w:gridCol w:w="720"/>
      </w:tblGrid>
      <w:tr w:rsidR="000F3DD3" w:rsidRPr="00534A43">
        <w:trPr>
          <w:trHeight w:val="917"/>
        </w:trPr>
        <w:tc>
          <w:tcPr>
            <w:tcW w:w="648" w:type="dxa"/>
            <w:vMerge w:val="restart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NR. CRT</w:t>
            </w:r>
          </w:p>
        </w:tc>
        <w:tc>
          <w:tcPr>
            <w:tcW w:w="3600" w:type="dxa"/>
            <w:vMerge w:val="restart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numele si prenumele</w:t>
            </w:r>
          </w:p>
        </w:tc>
        <w:tc>
          <w:tcPr>
            <w:tcW w:w="4680" w:type="dxa"/>
            <w:gridSpan w:val="2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1</w:t>
            </w:r>
          </w:p>
        </w:tc>
        <w:tc>
          <w:tcPr>
            <w:tcW w:w="4500" w:type="dxa"/>
            <w:gridSpan w:val="2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PROFESOR EVALUATOR 2</w:t>
            </w:r>
          </w:p>
        </w:tc>
        <w:tc>
          <w:tcPr>
            <w:tcW w:w="1440" w:type="dxa"/>
            <w:gridSpan w:val="2"/>
            <w:vMerge w:val="restart"/>
            <w:vAlign w:val="center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534A43">
              <w:rPr>
                <w:rFonts w:ascii="Times New Roman" w:hAnsi="Times New Roman" w:cs="Times New Roman"/>
                <w:caps/>
                <w:sz w:val="24"/>
                <w:szCs w:val="24"/>
              </w:rPr>
              <w:t>NIVEL FINAL</w:t>
            </w:r>
          </w:p>
        </w:tc>
      </w:tr>
      <w:tr w:rsidR="000F3DD3" w:rsidRPr="00DE7B10">
        <w:trPr>
          <w:trHeight w:val="333"/>
        </w:trPr>
        <w:tc>
          <w:tcPr>
            <w:tcW w:w="648" w:type="dxa"/>
            <w:vMerge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F3DD3" w:rsidRPr="00534A43" w:rsidRDefault="000F3DD3" w:rsidP="002B5AF5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520" w:type="dxa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2160" w:type="dxa"/>
            <w:vAlign w:val="center"/>
          </w:tcPr>
          <w:p w:rsidR="000F3DD3" w:rsidRPr="00534A43" w:rsidRDefault="000F3DD3" w:rsidP="002B5AF5">
            <w:pPr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Producerea mesajelor orale</w:t>
            </w:r>
          </w:p>
        </w:tc>
        <w:tc>
          <w:tcPr>
            <w:tcW w:w="2340" w:type="dxa"/>
          </w:tcPr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Interacţiunea orală</w:t>
            </w:r>
          </w:p>
          <w:p w:rsidR="000F3DD3" w:rsidRPr="00534A43" w:rsidRDefault="000F3DD3" w:rsidP="002B5AF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534A43">
              <w:rPr>
                <w:rFonts w:ascii="Times New Roman" w:hAnsi="Times New Roman" w:cs="Times New Roman"/>
                <w:caps/>
                <w:sz w:val="20"/>
                <w:szCs w:val="20"/>
              </w:rPr>
              <w:t>(Participare la conversaţie)</w:t>
            </w:r>
          </w:p>
        </w:tc>
        <w:tc>
          <w:tcPr>
            <w:tcW w:w="1440" w:type="dxa"/>
            <w:gridSpan w:val="2"/>
            <w:vMerge/>
          </w:tcPr>
          <w:p w:rsidR="000F3DD3" w:rsidRPr="00534A43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DD3" w:rsidRPr="00DE7B10">
        <w:trPr>
          <w:trHeight w:val="348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GĂLĂȚANU P.R. ALINA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GĂLĂȚANU P.R. CAMELIA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GĂLBINIȚĂ R. ANA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GONDOȘ E. ȘTEFANIA ALICE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GOREA I. VLAD OCTAV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IONIȚĂ G. EMANUELA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LAZĂR M. MARIUS OVIDIU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LUCA V. MARIAN VALENTIN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LUPU E. ANDREI IONUȚ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MARIN D. GEORGIAN MĂDĂLIN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MASTACAN I. ANDREI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MATEIȘ E. OANA MĂDĂLINA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669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MICU M. VLADUȚ VASILE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MIHALACHE V. VASILE CIPRIAN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MOCANU C. ALEXANDRA CORINA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MORARIU-FERDEȘ V. EMANUEL CLAUDIU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MURARIU C.R. DIANA CRISTINA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NAUMCEF A.C. ROXANA IOANA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NECHITA G. ELENA SIMINA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OLARU R. ANDREEA MĂDĂLINA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PAL V. LOREDANA MIHAELA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PATRAȘC A. ALEXANDRU DANIEL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PĂUCEANU S.D. VLAD RADU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PRELIPCEANU G. ANDRA IOANA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SCRIPNIC F. IONUȚ ALIN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STAINBOC S.B. ELENA MIHAELA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STANCIU O. MIHAI CLAUDIU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STÂRPU V. IULIAN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 N. ROBERT IONUȚ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TRANDAFIR V. VLĂDUȚ IONUȚ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TROFIN R.M. ANDREI OVIDIU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ȚARALUNGĂ C. IOANA NICHITA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ȚÂMPU A. BIANCA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ȚÎMPU A. ANDREEA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ȚURCAN P. ELENA OANA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VACARU F. IONUȚ MARIAN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VĂSCUȚĂ S. IONUȚ CODRIN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VRANCIU T. ANDREI ALEXANDRU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3DD3" w:rsidRPr="00DE7B10">
        <w:trPr>
          <w:trHeight w:val="333"/>
        </w:trPr>
        <w:tc>
          <w:tcPr>
            <w:tcW w:w="648" w:type="dxa"/>
            <w:vAlign w:val="center"/>
          </w:tcPr>
          <w:p w:rsidR="000F3DD3" w:rsidRPr="00815D36" w:rsidRDefault="000F3DD3" w:rsidP="00BB690F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Align w:val="bottom"/>
          </w:tcPr>
          <w:p w:rsidR="000F3DD3" w:rsidRDefault="000F3DD3" w:rsidP="004545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CREȚU C. CRISTINA FLORENTINA</w:t>
            </w: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0F3DD3" w:rsidRPr="00DE7B10" w:rsidRDefault="000F3DD3" w:rsidP="002B5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DD3" w:rsidRDefault="000F3DD3" w:rsidP="002B5AF5">
      <w:pPr>
        <w:rPr>
          <w:rFonts w:ascii="Times New Roman" w:hAnsi="Times New Roman" w:cs="Times New Roman"/>
        </w:rPr>
      </w:pPr>
    </w:p>
    <w:p w:rsidR="000F3DD3" w:rsidRPr="00DE7B10" w:rsidRDefault="000F3DD3" w:rsidP="002B5AF5">
      <w:pPr>
        <w:ind w:firstLine="708"/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PREȘEDINTE,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>PROFESOR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 xml:space="preserve"> EXAMINATOR</w:t>
      </w:r>
      <w:r>
        <w:rPr>
          <w:rFonts w:ascii="Times New Roman" w:hAnsi="Times New Roman" w:cs="Times New Roman"/>
        </w:rPr>
        <w:t>I</w:t>
      </w:r>
      <w:r w:rsidRPr="00DE7B10">
        <w:rPr>
          <w:rFonts w:ascii="Times New Roman" w:hAnsi="Times New Roman" w:cs="Times New Roman"/>
        </w:rPr>
        <w:t>,</w:t>
      </w:r>
    </w:p>
    <w:p w:rsidR="000F3DD3" w:rsidRDefault="000F3DD3" w:rsidP="002B5AF5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>PROF. IRIMIA CRISALINDA NONA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 </w:t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</w:r>
      <w:r w:rsidRPr="00DE7B10"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 xml:space="preserve">1) </w:t>
      </w:r>
      <w:r w:rsidRPr="00DE7B10">
        <w:rPr>
          <w:rFonts w:ascii="Times New Roman" w:hAnsi="Times New Roman" w:cs="Times New Roman"/>
        </w:rPr>
        <w:t xml:space="preserve"> __________________________________</w:t>
      </w:r>
    </w:p>
    <w:p w:rsidR="000F3DD3" w:rsidRDefault="000F3DD3" w:rsidP="002B5AF5">
      <w:pPr>
        <w:rPr>
          <w:rFonts w:ascii="Times New Roman" w:hAnsi="Times New Roman" w:cs="Times New Roman"/>
        </w:rPr>
      </w:pPr>
      <w:r w:rsidRPr="00DE7B1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2) </w:t>
      </w:r>
      <w:r w:rsidRPr="00DE7B10">
        <w:rPr>
          <w:rFonts w:ascii="Times New Roman" w:hAnsi="Times New Roman" w:cs="Times New Roman"/>
        </w:rPr>
        <w:t>__________________________________</w:t>
      </w:r>
    </w:p>
    <w:p w:rsidR="000F3DD3" w:rsidRPr="002B5AF5" w:rsidRDefault="000F3DD3" w:rsidP="00AF7031">
      <w:pPr>
        <w:rPr>
          <w:rFonts w:ascii="Times New Roman" w:hAnsi="Times New Roman" w:cs="Times New Roman"/>
          <w:color w:val="FF0000"/>
        </w:rPr>
      </w:pPr>
    </w:p>
    <w:sectPr w:rsidR="000F3DD3" w:rsidRPr="002B5AF5" w:rsidSect="004C7EC8">
      <w:pgSz w:w="16838" w:h="11906" w:orient="landscape"/>
      <w:pgMar w:top="719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DD3" w:rsidRDefault="000F3DD3" w:rsidP="00A84D91">
      <w:pPr>
        <w:spacing w:after="0" w:line="240" w:lineRule="auto"/>
      </w:pPr>
      <w:r>
        <w:separator/>
      </w:r>
    </w:p>
  </w:endnote>
  <w:endnote w:type="continuationSeparator" w:id="1">
    <w:p w:rsidR="000F3DD3" w:rsidRDefault="000F3DD3" w:rsidP="00A84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DD3" w:rsidRDefault="000F3DD3" w:rsidP="00A84D91">
      <w:pPr>
        <w:spacing w:after="0" w:line="240" w:lineRule="auto"/>
      </w:pPr>
      <w:r>
        <w:separator/>
      </w:r>
    </w:p>
  </w:footnote>
  <w:footnote w:type="continuationSeparator" w:id="1">
    <w:p w:rsidR="000F3DD3" w:rsidRDefault="000F3DD3" w:rsidP="00A84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DD3" w:rsidRPr="000D1C4D" w:rsidRDefault="000F3DD3" w:rsidP="00DE7B10">
    <w:pPr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 w:rsidRPr="000D1C4D">
      <w:rPr>
        <w:rFonts w:ascii="Times New Roman" w:hAnsi="Times New Roman" w:cs="Times New Roman"/>
        <w:b/>
        <w:bCs/>
        <w:sz w:val="24"/>
        <w:szCs w:val="24"/>
      </w:rPr>
      <w:t>COMISIA DE BACALAUREAT</w:t>
    </w:r>
  </w:p>
  <w:p w:rsidR="000F3DD3" w:rsidRPr="000D1C4D" w:rsidRDefault="000F3DD3" w:rsidP="00DE7B10">
    <w:pPr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 w:rsidRPr="000D1C4D">
      <w:rPr>
        <w:rFonts w:ascii="Times New Roman" w:hAnsi="Times New Roman" w:cs="Times New Roman"/>
        <w:b/>
        <w:bCs/>
        <w:sz w:val="24"/>
        <w:szCs w:val="24"/>
      </w:rPr>
      <w:t>COLEGIL TEHNIC ”ANGHEL SALIGNY” BACAU</w:t>
    </w:r>
  </w:p>
  <w:p w:rsidR="000F3DD3" w:rsidRPr="000D1C4D" w:rsidRDefault="000F3DD3" w:rsidP="00DE7B10">
    <w:pPr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 w:rsidRPr="000D1C4D">
      <w:rPr>
        <w:rFonts w:ascii="Times New Roman" w:hAnsi="Times New Roman" w:cs="Times New Roman"/>
        <w:b/>
        <w:bCs/>
        <w:sz w:val="24"/>
        <w:szCs w:val="24"/>
      </w:rPr>
      <w:t xml:space="preserve">SESIUNEA </w:t>
    </w:r>
    <w:r>
      <w:rPr>
        <w:rFonts w:ascii="Times New Roman" w:hAnsi="Times New Roman" w:cs="Times New Roman"/>
        <w:b/>
        <w:bCs/>
        <w:sz w:val="24"/>
        <w:szCs w:val="24"/>
      </w:rPr>
      <w:t>iunie</w:t>
    </w:r>
    <w:r w:rsidRPr="000D1C4D">
      <w:rPr>
        <w:rFonts w:ascii="Times New Roman" w:hAnsi="Times New Roman" w:cs="Times New Roman"/>
        <w:b/>
        <w:bCs/>
        <w:sz w:val="24"/>
        <w:szCs w:val="24"/>
      </w:rPr>
      <w:t xml:space="preserve"> – </w:t>
    </w:r>
    <w:r>
      <w:rPr>
        <w:rFonts w:ascii="Times New Roman" w:hAnsi="Times New Roman" w:cs="Times New Roman"/>
        <w:b/>
        <w:bCs/>
        <w:sz w:val="24"/>
        <w:szCs w:val="24"/>
      </w:rPr>
      <w:t>iulie</w:t>
    </w:r>
    <w:r w:rsidRPr="000D1C4D">
      <w:rPr>
        <w:rFonts w:ascii="Times New Roman" w:hAnsi="Times New Roman" w:cs="Times New Roman"/>
        <w:b/>
        <w:bCs/>
        <w:sz w:val="24"/>
        <w:szCs w:val="24"/>
      </w:rPr>
      <w:t xml:space="preserve"> 2012</w:t>
    </w:r>
  </w:p>
  <w:p w:rsidR="000F3DD3" w:rsidRDefault="000F3D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D82"/>
    <w:multiLevelType w:val="multilevel"/>
    <w:tmpl w:val="C6147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103E2"/>
    <w:multiLevelType w:val="multilevel"/>
    <w:tmpl w:val="0E4CB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7C41F0"/>
    <w:multiLevelType w:val="hybridMultilevel"/>
    <w:tmpl w:val="9F142C44"/>
    <w:lvl w:ilvl="0" w:tplc="2094588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25418"/>
    <w:multiLevelType w:val="hybridMultilevel"/>
    <w:tmpl w:val="0E4CB7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210E77"/>
    <w:multiLevelType w:val="hybridMultilevel"/>
    <w:tmpl w:val="C82CBD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AF4219"/>
    <w:multiLevelType w:val="hybridMultilevel"/>
    <w:tmpl w:val="041ABAE4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4D3021"/>
    <w:multiLevelType w:val="multilevel"/>
    <w:tmpl w:val="C6147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9203A8"/>
    <w:multiLevelType w:val="hybridMultilevel"/>
    <w:tmpl w:val="0A56EF7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595425"/>
    <w:multiLevelType w:val="multilevel"/>
    <w:tmpl w:val="458A5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E111AD"/>
    <w:multiLevelType w:val="multilevel"/>
    <w:tmpl w:val="0E4CB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E26B8D"/>
    <w:multiLevelType w:val="multilevel"/>
    <w:tmpl w:val="5D60C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527854"/>
    <w:multiLevelType w:val="multilevel"/>
    <w:tmpl w:val="6EDC5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62234D"/>
    <w:multiLevelType w:val="hybridMultilevel"/>
    <w:tmpl w:val="002258CE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7B01A6"/>
    <w:multiLevelType w:val="multilevel"/>
    <w:tmpl w:val="131EE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B4785C"/>
    <w:multiLevelType w:val="hybridMultilevel"/>
    <w:tmpl w:val="7478AD48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5D7446"/>
    <w:multiLevelType w:val="hybridMultilevel"/>
    <w:tmpl w:val="C6147A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53EE9"/>
    <w:multiLevelType w:val="multilevel"/>
    <w:tmpl w:val="7478A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17422D"/>
    <w:multiLevelType w:val="hybridMultilevel"/>
    <w:tmpl w:val="EF22A922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12620"/>
    <w:multiLevelType w:val="multilevel"/>
    <w:tmpl w:val="C82CB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036402"/>
    <w:multiLevelType w:val="multilevel"/>
    <w:tmpl w:val="041AB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980565"/>
    <w:multiLevelType w:val="hybridMultilevel"/>
    <w:tmpl w:val="6458E136"/>
    <w:lvl w:ilvl="0" w:tplc="D2A0DCD4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071677"/>
    <w:multiLevelType w:val="hybridMultilevel"/>
    <w:tmpl w:val="6EDC5C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F54025"/>
    <w:multiLevelType w:val="hybridMultilevel"/>
    <w:tmpl w:val="131EE4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0863B4"/>
    <w:multiLevelType w:val="hybridMultilevel"/>
    <w:tmpl w:val="91D4D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BED64B9"/>
    <w:multiLevelType w:val="hybridMultilevel"/>
    <w:tmpl w:val="9FDEAE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F5B6835"/>
    <w:multiLevelType w:val="hybridMultilevel"/>
    <w:tmpl w:val="F84AFB34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940B37"/>
    <w:multiLevelType w:val="multilevel"/>
    <w:tmpl w:val="6EDC5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8CB122C"/>
    <w:multiLevelType w:val="hybridMultilevel"/>
    <w:tmpl w:val="87D43CAC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996726A"/>
    <w:multiLevelType w:val="hybridMultilevel"/>
    <w:tmpl w:val="293A1CB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E770C1C"/>
    <w:multiLevelType w:val="multilevel"/>
    <w:tmpl w:val="0FCEA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BB58D0"/>
    <w:multiLevelType w:val="multilevel"/>
    <w:tmpl w:val="9FDEA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89307B"/>
    <w:multiLevelType w:val="hybridMultilevel"/>
    <w:tmpl w:val="461024DA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300A14"/>
    <w:multiLevelType w:val="multilevel"/>
    <w:tmpl w:val="7CA64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1F0097"/>
    <w:multiLevelType w:val="hybridMultilevel"/>
    <w:tmpl w:val="B46C0C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74106D"/>
    <w:multiLevelType w:val="hybridMultilevel"/>
    <w:tmpl w:val="AF062230"/>
    <w:lvl w:ilvl="0" w:tplc="851036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1"/>
  </w:num>
  <w:num w:numId="4">
    <w:abstractNumId w:val="11"/>
  </w:num>
  <w:num w:numId="5">
    <w:abstractNumId w:val="3"/>
  </w:num>
  <w:num w:numId="6">
    <w:abstractNumId w:val="26"/>
  </w:num>
  <w:num w:numId="7">
    <w:abstractNumId w:val="33"/>
  </w:num>
  <w:num w:numId="8">
    <w:abstractNumId w:val="9"/>
  </w:num>
  <w:num w:numId="9">
    <w:abstractNumId w:val="22"/>
  </w:num>
  <w:num w:numId="10">
    <w:abstractNumId w:val="1"/>
  </w:num>
  <w:num w:numId="11">
    <w:abstractNumId w:val="15"/>
  </w:num>
  <w:num w:numId="12">
    <w:abstractNumId w:val="13"/>
  </w:num>
  <w:num w:numId="13">
    <w:abstractNumId w:val="23"/>
  </w:num>
  <w:num w:numId="14">
    <w:abstractNumId w:val="0"/>
  </w:num>
  <w:num w:numId="15">
    <w:abstractNumId w:val="24"/>
  </w:num>
  <w:num w:numId="16">
    <w:abstractNumId w:val="30"/>
  </w:num>
  <w:num w:numId="17">
    <w:abstractNumId w:val="28"/>
  </w:num>
  <w:num w:numId="18">
    <w:abstractNumId w:val="6"/>
  </w:num>
  <w:num w:numId="19">
    <w:abstractNumId w:val="7"/>
  </w:num>
  <w:num w:numId="20">
    <w:abstractNumId w:val="10"/>
  </w:num>
  <w:num w:numId="21">
    <w:abstractNumId w:val="5"/>
  </w:num>
  <w:num w:numId="22">
    <w:abstractNumId w:val="14"/>
  </w:num>
  <w:num w:numId="23">
    <w:abstractNumId w:val="19"/>
  </w:num>
  <w:num w:numId="24">
    <w:abstractNumId w:val="31"/>
  </w:num>
  <w:num w:numId="25">
    <w:abstractNumId w:val="2"/>
  </w:num>
  <w:num w:numId="26">
    <w:abstractNumId w:val="12"/>
  </w:num>
  <w:num w:numId="27">
    <w:abstractNumId w:val="16"/>
  </w:num>
  <w:num w:numId="28">
    <w:abstractNumId w:val="17"/>
  </w:num>
  <w:num w:numId="29">
    <w:abstractNumId w:val="29"/>
  </w:num>
  <w:num w:numId="30">
    <w:abstractNumId w:val="25"/>
  </w:num>
  <w:num w:numId="31">
    <w:abstractNumId w:val="32"/>
  </w:num>
  <w:num w:numId="32">
    <w:abstractNumId w:val="34"/>
  </w:num>
  <w:num w:numId="33">
    <w:abstractNumId w:val="8"/>
  </w:num>
  <w:num w:numId="34">
    <w:abstractNumId w:val="20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4D91"/>
    <w:rsid w:val="000D1C4D"/>
    <w:rsid w:val="000F3DD3"/>
    <w:rsid w:val="0010347A"/>
    <w:rsid w:val="00154310"/>
    <w:rsid w:val="001B1E63"/>
    <w:rsid w:val="001F4569"/>
    <w:rsid w:val="002B5AF5"/>
    <w:rsid w:val="002D1013"/>
    <w:rsid w:val="00375400"/>
    <w:rsid w:val="003C0FCD"/>
    <w:rsid w:val="00454597"/>
    <w:rsid w:val="004C7EC8"/>
    <w:rsid w:val="00511C00"/>
    <w:rsid w:val="00534A43"/>
    <w:rsid w:val="005D3F34"/>
    <w:rsid w:val="005D7EA0"/>
    <w:rsid w:val="0063142C"/>
    <w:rsid w:val="00752513"/>
    <w:rsid w:val="007A30D0"/>
    <w:rsid w:val="00815D36"/>
    <w:rsid w:val="00863DBC"/>
    <w:rsid w:val="00901B21"/>
    <w:rsid w:val="00967EF4"/>
    <w:rsid w:val="009D4451"/>
    <w:rsid w:val="00A20DF6"/>
    <w:rsid w:val="00A37717"/>
    <w:rsid w:val="00A84D91"/>
    <w:rsid w:val="00AE172D"/>
    <w:rsid w:val="00AF7031"/>
    <w:rsid w:val="00B042BB"/>
    <w:rsid w:val="00B86406"/>
    <w:rsid w:val="00BB690F"/>
    <w:rsid w:val="00BC1DE4"/>
    <w:rsid w:val="00CB046B"/>
    <w:rsid w:val="00D158CC"/>
    <w:rsid w:val="00DA1730"/>
    <w:rsid w:val="00DD52D2"/>
    <w:rsid w:val="00DE7B10"/>
    <w:rsid w:val="00F72E12"/>
    <w:rsid w:val="00F7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310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84D91"/>
  </w:style>
  <w:style w:type="paragraph" w:styleId="Footer">
    <w:name w:val="footer"/>
    <w:basedOn w:val="Normal"/>
    <w:link w:val="FooterChar"/>
    <w:uiPriority w:val="99"/>
    <w:semiHidden/>
    <w:rsid w:val="00A84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4D91"/>
  </w:style>
  <w:style w:type="paragraph" w:styleId="BalloonText">
    <w:name w:val="Balloon Text"/>
    <w:basedOn w:val="Normal"/>
    <w:link w:val="BalloonTextChar"/>
    <w:uiPriority w:val="99"/>
    <w:semiHidden/>
    <w:rsid w:val="00A8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4D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84D9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10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</TotalTime>
  <Pages>36</Pages>
  <Words>2718</Words>
  <Characters>15494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</dc:creator>
  <cp:keywords/>
  <dc:description/>
  <cp:lastModifiedBy>Saligny</cp:lastModifiedBy>
  <cp:revision>11</cp:revision>
  <cp:lastPrinted>2012-06-26T06:40:00Z</cp:lastPrinted>
  <dcterms:created xsi:type="dcterms:W3CDTF">2012-06-24T08:42:00Z</dcterms:created>
  <dcterms:modified xsi:type="dcterms:W3CDTF">2012-06-26T13:12:00Z</dcterms:modified>
</cp:coreProperties>
</file>